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238F701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E2127F">
        <w:rPr>
          <w:rFonts w:ascii="Times New Roman" w:eastAsia="Times New Roman" w:hAnsi="Times New Roman" w:cs="Times New Roman"/>
          <w:b/>
          <w:bCs/>
          <w:kern w:val="28"/>
          <w:sz w:val="24"/>
          <w:szCs w:val="24"/>
        </w:rPr>
        <w:t>4</w:t>
      </w:r>
      <w:r w:rsidR="00FB511D" w:rsidRPr="00FB511D">
        <w:rPr>
          <w:rFonts w:ascii="Times New Roman" w:eastAsia="Times New Roman" w:hAnsi="Times New Roman" w:cs="Times New Roman"/>
          <w:b/>
          <w:bCs/>
          <w:kern w:val="28"/>
          <w:sz w:val="24"/>
          <w:szCs w:val="24"/>
        </w:rPr>
        <w:t>/</w:t>
      </w:r>
      <w:r w:rsidR="006333D4">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14DFBB5D"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r w:rsidR="00AE61E7" w:rsidRPr="00AE61E7">
        <w:rPr>
          <w:rFonts w:ascii="Times New Roman" w:hAnsi="Times New Roman" w:cs="Times New Roman"/>
          <w:sz w:val="24"/>
          <w:szCs w:val="24"/>
        </w:rPr>
        <w:t xml:space="preserve">RMK juhatuse 10.09.2024 otsusega nr 1-32/67 kinnitatud RMK </w:t>
      </w:r>
      <w:r w:rsidR="00B723AF">
        <w:rPr>
          <w:rFonts w:ascii="Times New Roman" w:hAnsi="Times New Roman" w:cs="Times New Roman"/>
          <w:sz w:val="24"/>
          <w:szCs w:val="24"/>
        </w:rPr>
        <w:t>M</w:t>
      </w:r>
      <w:r w:rsidR="00AE61E7" w:rsidRPr="00AE61E7">
        <w:rPr>
          <w:rFonts w:ascii="Times New Roman" w:hAnsi="Times New Roman" w:cs="Times New Roman"/>
          <w:sz w:val="24"/>
          <w:szCs w:val="24"/>
        </w:rPr>
        <w:t xml:space="preserve">etsataristu osakonna põhimääruse alusel </w:t>
      </w:r>
      <w:r w:rsidR="00562F16">
        <w:rPr>
          <w:rFonts w:ascii="Times New Roman" w:hAnsi="Times New Roman" w:cs="Times New Roman"/>
          <w:sz w:val="24"/>
          <w:szCs w:val="24"/>
        </w:rPr>
        <w:t>M</w:t>
      </w:r>
      <w:r w:rsidR="00AE61E7" w:rsidRPr="00AE61E7">
        <w:rPr>
          <w:rFonts w:ascii="Times New Roman" w:hAnsi="Times New Roman" w:cs="Times New Roman"/>
          <w:sz w:val="24"/>
          <w:szCs w:val="24"/>
        </w:rPr>
        <w:t>etsataristu osakonna juhataja Margus Reimann,</w:t>
      </w:r>
      <w:r w:rsidR="006C7751" w:rsidRPr="00FE2065">
        <w:rPr>
          <w:rFonts w:ascii="Times New Roman" w:hAnsi="Times New Roman" w:cs="Times New Roman"/>
          <w:sz w:val="24"/>
          <w:szCs w:val="24"/>
        </w:rPr>
        <w:t xml:space="preserve">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4F6BF8DA"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863CD5">
        <w:rPr>
          <w:rFonts w:ascii="Times New Roman" w:hAnsi="Times New Roman" w:cs="Times New Roman"/>
          <w:sz w:val="24"/>
          <w:szCs w:val="24"/>
        </w:rPr>
        <w:t>.3247</w:t>
      </w:r>
      <w:r w:rsidR="00664BDE">
        <w:rPr>
          <w:rFonts w:ascii="Times New Roman" w:hAnsi="Times New Roman" w:cs="Times New Roman"/>
          <w:sz w:val="24"/>
          <w:szCs w:val="24"/>
        </w:rPr>
        <w:t xml:space="preserve"> </w:t>
      </w:r>
      <w:r w:rsidRPr="00CD01B9">
        <w:rPr>
          <w:rFonts w:ascii="Times New Roman" w:hAnsi="Times New Roman" w:cs="Times New Roman"/>
          <w:sz w:val="24"/>
          <w:szCs w:val="24"/>
        </w:rPr>
        <w:t>„</w:t>
      </w:r>
      <w:r w:rsidR="00FC1C34" w:rsidRPr="00FC1C34">
        <w:rPr>
          <w:rFonts w:ascii="Times New Roman" w:hAnsi="Times New Roman" w:cs="Times New Roman"/>
          <w:bCs/>
          <w:i/>
          <w:sz w:val="24"/>
          <w:szCs w:val="24"/>
        </w:rPr>
        <w:t>Ruhingu teede rekonstrueerimine ja ehitamine</w:t>
      </w:r>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863CD5">
        <w:rPr>
          <w:rFonts w:ascii="Times New Roman" w:hAnsi="Times New Roman" w:cs="Times New Roman"/>
          <w:sz w:val="24"/>
          <w:szCs w:val="24"/>
        </w:rPr>
        <w:t>286895</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7781BCCF" w:rsidR="00720E3E" w:rsidRPr="00281267" w:rsidRDefault="00CF6F83" w:rsidP="00281267">
      <w:pPr>
        <w:pStyle w:val="Pealkiri31"/>
        <w:tabs>
          <w:tab w:val="left" w:pos="567"/>
        </w:tabs>
        <w:spacing w:after="0" w:line="240" w:lineRule="auto"/>
        <w:ind w:left="0" w:firstLine="0"/>
        <w:jc w:val="both"/>
        <w:rPr>
          <w:rFonts w:ascii="Times New Roman" w:hAnsi="Times New Roman" w:cs="Times New Roman"/>
          <w:sz w:val="24"/>
          <w:szCs w:val="24"/>
        </w:rPr>
      </w:pPr>
      <w:r w:rsidRPr="00CF6F83">
        <w:rPr>
          <w:rFonts w:ascii="Times New Roman" w:eastAsia="Times New Roman" w:hAnsi="Times New Roman" w:cs="Times New Roman"/>
          <w:sz w:val="24"/>
          <w:szCs w:val="24"/>
          <w:lang w:eastAsia="ar-SA"/>
        </w:rPr>
        <w:t>Projekteerimisbüroo Maa ja Vesi AS poolt koostatud „Ruhingu teede rekonstrueerimise ja ehitamise projekt“</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5E5A0FB6"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CF6F83">
        <w:rPr>
          <w:rFonts w:ascii="Times New Roman" w:hAnsi="Times New Roman" w:cs="Times New Roman"/>
          <w:sz w:val="24"/>
          <w:szCs w:val="24"/>
        </w:rPr>
        <w:t>Põlva</w:t>
      </w:r>
      <w:r w:rsidR="00240C3D" w:rsidRPr="002B15FF">
        <w:rPr>
          <w:rFonts w:ascii="Times New Roman" w:hAnsi="Times New Roman" w:cs="Times New Roman"/>
          <w:sz w:val="24"/>
          <w:szCs w:val="24"/>
        </w:rPr>
        <w:t xml:space="preserve"> maakonna </w:t>
      </w:r>
      <w:r w:rsidR="00263031" w:rsidRPr="00263031">
        <w:rPr>
          <w:rFonts w:ascii="Times New Roman" w:eastAsia="Times New Roman" w:hAnsi="Times New Roman" w:cs="Times New Roman"/>
          <w:bCs/>
          <w:sz w:val="24"/>
          <w:szCs w:val="24"/>
          <w:lang w:eastAsia="ar-SA"/>
        </w:rPr>
        <w:t>Urvaste vahtkonna tee</w:t>
      </w:r>
      <w:r w:rsidR="00263031">
        <w:rPr>
          <w:rFonts w:ascii="Times New Roman" w:eastAsia="Times New Roman" w:hAnsi="Times New Roman" w:cs="Times New Roman"/>
          <w:bCs/>
          <w:sz w:val="24"/>
          <w:szCs w:val="24"/>
          <w:lang w:eastAsia="ar-SA"/>
        </w:rPr>
        <w:t xml:space="preserve">, </w:t>
      </w:r>
      <w:r w:rsidR="00263031" w:rsidRPr="00263031">
        <w:rPr>
          <w:rFonts w:ascii="Times New Roman" w:eastAsia="Times New Roman" w:hAnsi="Times New Roman" w:cs="Times New Roman"/>
          <w:bCs/>
          <w:sz w:val="24"/>
          <w:szCs w:val="24"/>
          <w:lang w:eastAsia="ar-SA"/>
        </w:rPr>
        <w:t>Ruhingu-</w:t>
      </w:r>
      <w:proofErr w:type="spellStart"/>
      <w:r w:rsidR="00263031" w:rsidRPr="00263031">
        <w:rPr>
          <w:rFonts w:ascii="Times New Roman" w:eastAsia="Times New Roman" w:hAnsi="Times New Roman" w:cs="Times New Roman"/>
          <w:bCs/>
          <w:sz w:val="24"/>
          <w:szCs w:val="24"/>
          <w:lang w:eastAsia="ar-SA"/>
        </w:rPr>
        <w:t>Hüüdre</w:t>
      </w:r>
      <w:proofErr w:type="spellEnd"/>
      <w:r w:rsidR="00263031" w:rsidRPr="00263031">
        <w:rPr>
          <w:rFonts w:ascii="Times New Roman" w:eastAsia="Times New Roman" w:hAnsi="Times New Roman" w:cs="Times New Roman"/>
          <w:bCs/>
          <w:sz w:val="24"/>
          <w:szCs w:val="24"/>
          <w:lang w:eastAsia="ar-SA"/>
        </w:rPr>
        <w:t xml:space="preserve"> tee</w:t>
      </w:r>
      <w:r w:rsidR="00112BE7">
        <w:rPr>
          <w:rFonts w:ascii="Times New Roman" w:eastAsia="Times New Roman" w:hAnsi="Times New Roman" w:cs="Times New Roman"/>
          <w:bCs/>
          <w:sz w:val="24"/>
          <w:szCs w:val="24"/>
          <w:lang w:eastAsia="ar-SA"/>
        </w:rPr>
        <w:t xml:space="preserve">, </w:t>
      </w:r>
      <w:r w:rsidR="00263031" w:rsidRPr="00263031">
        <w:rPr>
          <w:rFonts w:ascii="Times New Roman" w:eastAsia="Times New Roman" w:hAnsi="Times New Roman" w:cs="Times New Roman"/>
          <w:bCs/>
          <w:sz w:val="24"/>
          <w:szCs w:val="24"/>
          <w:lang w:eastAsia="ar-SA"/>
        </w:rPr>
        <w:t>Ruhingu metsavahi tee</w:t>
      </w:r>
      <w:r w:rsidR="005244A8">
        <w:rPr>
          <w:rFonts w:ascii="Times New Roman" w:eastAsia="Times New Roman" w:hAnsi="Times New Roman" w:cs="Times New Roman"/>
          <w:bCs/>
          <w:sz w:val="24"/>
          <w:szCs w:val="24"/>
          <w:lang w:eastAsia="ar-SA"/>
        </w:rPr>
        <w:t xml:space="preserve">, </w:t>
      </w:r>
      <w:r w:rsidR="00263031" w:rsidRPr="00263031">
        <w:rPr>
          <w:rFonts w:ascii="Times New Roman" w:eastAsia="Times New Roman" w:hAnsi="Times New Roman" w:cs="Times New Roman"/>
          <w:bCs/>
          <w:sz w:val="24"/>
          <w:szCs w:val="24"/>
          <w:lang w:eastAsia="ar-SA"/>
        </w:rPr>
        <w:t>Ruhingu-Ess-soo tee</w:t>
      </w:r>
      <w:r w:rsidR="005244A8">
        <w:rPr>
          <w:rFonts w:ascii="Times New Roman" w:eastAsia="Times New Roman" w:hAnsi="Times New Roman" w:cs="Times New Roman"/>
          <w:bCs/>
          <w:sz w:val="24"/>
          <w:szCs w:val="24"/>
          <w:lang w:eastAsia="ar-SA"/>
        </w:rPr>
        <w:t xml:space="preserve">, </w:t>
      </w:r>
      <w:r w:rsidR="00263031" w:rsidRPr="00263031">
        <w:rPr>
          <w:rFonts w:ascii="Times New Roman" w:eastAsia="Times New Roman" w:hAnsi="Times New Roman" w:cs="Times New Roman"/>
          <w:bCs/>
          <w:sz w:val="24"/>
          <w:szCs w:val="24"/>
          <w:lang w:eastAsia="ar-SA"/>
        </w:rPr>
        <w:t>Ruhingu vahtkonna tee</w:t>
      </w:r>
      <w:r w:rsidR="005244A8">
        <w:rPr>
          <w:rFonts w:ascii="Times New Roman" w:eastAsia="Times New Roman" w:hAnsi="Times New Roman" w:cs="Times New Roman"/>
          <w:bCs/>
          <w:sz w:val="24"/>
          <w:szCs w:val="24"/>
          <w:lang w:eastAsia="ar-SA"/>
        </w:rPr>
        <w:t xml:space="preserve">, </w:t>
      </w:r>
      <w:proofErr w:type="spellStart"/>
      <w:r w:rsidR="00263031" w:rsidRPr="00263031">
        <w:rPr>
          <w:rFonts w:ascii="Times New Roman" w:eastAsia="Times New Roman" w:hAnsi="Times New Roman" w:cs="Times New Roman"/>
          <w:bCs/>
          <w:sz w:val="24"/>
          <w:szCs w:val="24"/>
          <w:lang w:eastAsia="ar-SA"/>
        </w:rPr>
        <w:t>Uiakatsi</w:t>
      </w:r>
      <w:proofErr w:type="spellEnd"/>
      <w:r w:rsidR="00263031" w:rsidRPr="00263031">
        <w:rPr>
          <w:rFonts w:ascii="Times New Roman" w:eastAsia="Times New Roman" w:hAnsi="Times New Roman" w:cs="Times New Roman"/>
          <w:bCs/>
          <w:sz w:val="24"/>
          <w:szCs w:val="24"/>
          <w:lang w:eastAsia="ar-SA"/>
        </w:rPr>
        <w:t xml:space="preserve"> karjääri tee</w:t>
      </w:r>
      <w:r w:rsidR="009D7CE0">
        <w:rPr>
          <w:rFonts w:ascii="Times New Roman" w:eastAsia="Times New Roman" w:hAnsi="Times New Roman" w:cs="Times New Roman"/>
          <w:bCs/>
          <w:sz w:val="24"/>
          <w:szCs w:val="24"/>
          <w:lang w:eastAsia="ar-SA"/>
        </w:rPr>
        <w:t xml:space="preserve">, </w:t>
      </w:r>
      <w:proofErr w:type="spellStart"/>
      <w:r w:rsidR="00263031" w:rsidRPr="00263031">
        <w:rPr>
          <w:rFonts w:ascii="Times New Roman" w:eastAsia="Times New Roman" w:hAnsi="Times New Roman" w:cs="Times New Roman"/>
          <w:bCs/>
          <w:sz w:val="24"/>
          <w:szCs w:val="24"/>
          <w:lang w:eastAsia="ar-SA"/>
        </w:rPr>
        <w:t>Uiakatsi</w:t>
      </w:r>
      <w:proofErr w:type="spellEnd"/>
      <w:r w:rsidR="00263031" w:rsidRPr="00263031">
        <w:rPr>
          <w:rFonts w:ascii="Times New Roman" w:eastAsia="Times New Roman" w:hAnsi="Times New Roman" w:cs="Times New Roman"/>
          <w:bCs/>
          <w:sz w:val="24"/>
          <w:szCs w:val="24"/>
          <w:lang w:eastAsia="ar-SA"/>
        </w:rPr>
        <w:t xml:space="preserve"> põhjatee</w:t>
      </w:r>
      <w:r w:rsidR="00E04053">
        <w:rPr>
          <w:rFonts w:ascii="Times New Roman" w:eastAsia="Times New Roman" w:hAnsi="Times New Roman" w:cs="Times New Roman"/>
          <w:bCs/>
          <w:sz w:val="24"/>
          <w:szCs w:val="24"/>
          <w:lang w:eastAsia="ar-SA"/>
        </w:rPr>
        <w:t xml:space="preserve"> ja </w:t>
      </w:r>
      <w:proofErr w:type="spellStart"/>
      <w:r w:rsidR="00263031" w:rsidRPr="00263031">
        <w:rPr>
          <w:rFonts w:ascii="Times New Roman" w:eastAsia="Times New Roman" w:hAnsi="Times New Roman" w:cs="Times New Roman"/>
          <w:bCs/>
          <w:sz w:val="24"/>
          <w:szCs w:val="24"/>
          <w:lang w:eastAsia="ar-SA"/>
        </w:rPr>
        <w:t>Uiakatsi</w:t>
      </w:r>
      <w:proofErr w:type="spellEnd"/>
      <w:r w:rsidR="00263031" w:rsidRPr="00263031">
        <w:rPr>
          <w:rFonts w:ascii="Times New Roman" w:eastAsia="Times New Roman" w:hAnsi="Times New Roman" w:cs="Times New Roman"/>
          <w:bCs/>
          <w:sz w:val="24"/>
          <w:szCs w:val="24"/>
          <w:lang w:eastAsia="ar-SA"/>
        </w:rPr>
        <w:t xml:space="preserve"> lõunatee</w:t>
      </w:r>
      <w:r w:rsidR="00490B73" w:rsidRPr="00490B73">
        <w:rPr>
          <w:rFonts w:ascii="Times New Roman" w:eastAsia="Times New Roman" w:hAnsi="Times New Roman" w:cs="Times New Roman"/>
          <w:bCs/>
          <w:sz w:val="24"/>
          <w:szCs w:val="24"/>
          <w:lang w:eastAsia="ar-SA"/>
        </w:rPr>
        <w:t xml:space="preserve"> rekonstrueerimi</w:t>
      </w:r>
      <w:r w:rsidR="00A20BFA">
        <w:rPr>
          <w:rFonts w:ascii="Times New Roman" w:eastAsia="Times New Roman" w:hAnsi="Times New Roman" w:cs="Times New Roman"/>
          <w:bCs/>
          <w:sz w:val="24"/>
          <w:szCs w:val="24"/>
          <w:lang w:eastAsia="ar-SA"/>
        </w:rPr>
        <w:t>s</w:t>
      </w:r>
      <w:r w:rsidR="00490B73">
        <w:rPr>
          <w:rFonts w:ascii="Times New Roman" w:eastAsia="Times New Roman" w:hAnsi="Times New Roman" w:cs="Times New Roman"/>
          <w:bCs/>
          <w:sz w:val="24"/>
          <w:szCs w:val="24"/>
          <w:lang w:eastAsia="ar-SA"/>
        </w:rPr>
        <w:t>e</w:t>
      </w:r>
      <w:r w:rsidR="00E04053">
        <w:rPr>
          <w:rFonts w:ascii="Times New Roman" w:eastAsia="Times New Roman" w:hAnsi="Times New Roman" w:cs="Times New Roman"/>
          <w:bCs/>
          <w:sz w:val="24"/>
          <w:szCs w:val="24"/>
          <w:lang w:eastAsia="ar-SA"/>
        </w:rPr>
        <w:t xml:space="preserve"> ja ehitamise</w:t>
      </w:r>
      <w:r w:rsidR="00C52FBD" w:rsidRPr="002B15FF">
        <w:rPr>
          <w:rFonts w:ascii="Times New Roman" w:eastAsia="Times New Roman" w:hAnsi="Times New Roman" w:cs="Times New Roman"/>
          <w:bCs/>
          <w:sz w:val="24"/>
          <w:szCs w:val="24"/>
          <w:lang w:eastAsia="ar-SA"/>
        </w:rPr>
        <w:t xml:space="preserv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3E27010E"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r w:rsidR="00CF6F83" w:rsidRPr="00CF6F83">
        <w:rPr>
          <w:rFonts w:ascii="Times New Roman" w:hAnsi="Times New Roman" w:cs="Times New Roman"/>
          <w:sz w:val="24"/>
          <w:szCs w:val="24"/>
        </w:rPr>
        <w:t xml:space="preserve">Projekteerimisbüroo Maa ja Vesi AS poolt koostatud Ruhingu teede rekonstrueerimise ja ehitamise </w:t>
      </w:r>
      <w:r w:rsidR="00294167" w:rsidRPr="00294167">
        <w:rPr>
          <w:rFonts w:ascii="Times New Roman" w:hAnsi="Times New Roman" w:cs="Times New Roman"/>
          <w:sz w:val="24"/>
          <w:szCs w:val="24"/>
        </w:rPr>
        <w:t>projek</w:t>
      </w:r>
      <w:r w:rsidR="00F50351">
        <w:rPr>
          <w:rFonts w:ascii="Times New Roman" w:hAnsi="Times New Roman" w:cs="Times New Roman"/>
          <w:sz w:val="24"/>
          <w:szCs w:val="24"/>
        </w:rPr>
        <w:t>ti</w:t>
      </w:r>
      <w:r w:rsidR="000E5F28" w:rsidRPr="00603FFB">
        <w:rPr>
          <w:rFonts w:ascii="Times New Roman" w:hAnsi="Times New Roman" w:cs="Times New Roman"/>
          <w:sz w:val="24"/>
          <w:szCs w:val="24"/>
        </w:rPr>
        <w:t xml:space="preserve"> 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lastRenderedPageBreak/>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F24385"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sõlmida alltöövõtu</w:t>
      </w:r>
      <w:r w:rsidR="00003744" w:rsidRPr="004C7BC9">
        <w:rPr>
          <w:rFonts w:ascii="Times New Roman" w:hAnsi="Times New Roman" w:cs="Times New Roman"/>
          <w:sz w:val="24"/>
          <w:szCs w:val="24"/>
        </w:rPr>
        <w:t xml:space="preserve">lepinguid koos kavandatavate alltöövõtjate nimede, kontaktandmed ja teabega nende </w:t>
      </w:r>
      <w:r w:rsidR="00003744" w:rsidRPr="00F24385">
        <w:rPr>
          <w:rFonts w:ascii="Times New Roman" w:hAnsi="Times New Roman" w:cs="Times New Roman"/>
          <w:sz w:val="24"/>
          <w:szCs w:val="24"/>
        </w:rPr>
        <w:t>seaduslike esindajate kohta;</w:t>
      </w:r>
    </w:p>
    <w:p w14:paraId="75EA00A1" w14:textId="4D7803ED" w:rsidR="00A9541A" w:rsidRPr="00781D5C" w:rsidRDefault="008A2313" w:rsidP="00C43E2F">
      <w:pPr>
        <w:pStyle w:val="Pealkiri31"/>
        <w:tabs>
          <w:tab w:val="left" w:pos="709"/>
        </w:tabs>
        <w:spacing w:after="0" w:line="240" w:lineRule="auto"/>
        <w:ind w:left="0" w:firstLine="0"/>
        <w:jc w:val="both"/>
        <w:rPr>
          <w:rStyle w:val="normal1"/>
          <w:rFonts w:cs="Times New Roman"/>
          <w:szCs w:val="24"/>
        </w:rPr>
      </w:pPr>
      <w:r w:rsidRPr="00DA1484">
        <w:rPr>
          <w:rFonts w:ascii="Times New Roman" w:hAnsi="Times New Roman" w:cs="Times New Roman"/>
          <w:sz w:val="24"/>
          <w:szCs w:val="24"/>
        </w:rPr>
        <w:t>kinni pidama tööde teostamisel t</w:t>
      </w:r>
      <w:r w:rsidR="00705773" w:rsidRPr="00DA1484">
        <w:rPr>
          <w:rFonts w:ascii="Times New Roman" w:hAnsi="Times New Roman" w:cs="Times New Roman"/>
          <w:sz w:val="24"/>
          <w:szCs w:val="24"/>
        </w:rPr>
        <w:t>ellija poolt ke</w:t>
      </w:r>
      <w:r w:rsidR="00845209" w:rsidRPr="00DA1484">
        <w:rPr>
          <w:rFonts w:ascii="Times New Roman" w:hAnsi="Times New Roman" w:cs="Times New Roman"/>
          <w:sz w:val="24"/>
          <w:szCs w:val="24"/>
        </w:rPr>
        <w:t>htestatud keskkonnaalastest käitumisju</w:t>
      </w:r>
      <w:r w:rsidR="00705773" w:rsidRPr="00DA1484">
        <w:rPr>
          <w:rFonts w:ascii="Times New Roman" w:hAnsi="Times New Roman" w:cs="Times New Roman"/>
          <w:sz w:val="24"/>
          <w:szCs w:val="24"/>
        </w:rPr>
        <w:t xml:space="preserve">histest ja projektis esitatud </w:t>
      </w:r>
      <w:r w:rsidR="002747CE" w:rsidRPr="00DA1484">
        <w:rPr>
          <w:rFonts w:ascii="Times New Roman" w:hAnsi="Times New Roman" w:cs="Times New Roman"/>
          <w:sz w:val="24"/>
          <w:szCs w:val="24"/>
        </w:rPr>
        <w:t>ehitus</w:t>
      </w:r>
      <w:r w:rsidR="00705773" w:rsidRPr="00DA1484">
        <w:rPr>
          <w:rFonts w:ascii="Times New Roman" w:hAnsi="Times New Roman" w:cs="Times New Roman"/>
          <w:sz w:val="24"/>
          <w:szCs w:val="24"/>
        </w:rPr>
        <w:t>objekti omapära arvestavaid nõudeid</w:t>
      </w:r>
      <w:r w:rsidR="00003744" w:rsidRPr="00DA1484">
        <w:rPr>
          <w:rStyle w:val="normal1"/>
          <w:rFonts w:cs="Times New Roman"/>
          <w:szCs w:val="24"/>
        </w:rPr>
        <w:t xml:space="preserve">. </w:t>
      </w:r>
      <w:r w:rsidR="002551B0" w:rsidRPr="00DA1484">
        <w:rPr>
          <w:rStyle w:val="normal1"/>
          <w:rFonts w:cs="Times New Roman"/>
          <w:szCs w:val="24"/>
        </w:rPr>
        <w:t xml:space="preserve">Jälgima </w:t>
      </w:r>
      <w:r w:rsidR="002551B0" w:rsidRPr="00DA1484">
        <w:rPr>
          <w:rFonts w:ascii="Times New Roman" w:eastAsia="Times New Roman" w:hAnsi="Times New Roman" w:cs="Times New Roman"/>
          <w:sz w:val="24"/>
          <w:szCs w:val="24"/>
        </w:rPr>
        <w:t xml:space="preserve">ehitusprojektis </w:t>
      </w:r>
      <w:r w:rsidR="00F60609" w:rsidRPr="00781D5C">
        <w:rPr>
          <w:rFonts w:ascii="Times New Roman" w:eastAsia="Times New Roman" w:hAnsi="Times New Roman" w:cs="Times New Roman"/>
          <w:sz w:val="24"/>
          <w:szCs w:val="24"/>
        </w:rPr>
        <w:t>peatükk</w:t>
      </w:r>
      <w:r w:rsidR="00A2018D" w:rsidRPr="00781D5C">
        <w:rPr>
          <w:rFonts w:ascii="Times New Roman" w:eastAsia="Times New Roman" w:hAnsi="Times New Roman" w:cs="Times New Roman"/>
          <w:sz w:val="24"/>
          <w:szCs w:val="24"/>
        </w:rPr>
        <w:t>is</w:t>
      </w:r>
      <w:r w:rsidR="00F60609" w:rsidRPr="00781D5C">
        <w:rPr>
          <w:rFonts w:ascii="Times New Roman" w:eastAsia="Times New Roman" w:hAnsi="Times New Roman" w:cs="Times New Roman"/>
          <w:sz w:val="24"/>
          <w:szCs w:val="24"/>
        </w:rPr>
        <w:t xml:space="preserve"> </w:t>
      </w:r>
      <w:r w:rsidR="004E7CC9" w:rsidRPr="00781D5C">
        <w:rPr>
          <w:rFonts w:ascii="Times New Roman" w:eastAsia="Times New Roman" w:hAnsi="Times New Roman" w:cs="Times New Roman"/>
          <w:sz w:val="24"/>
          <w:szCs w:val="24"/>
        </w:rPr>
        <w:t>8</w:t>
      </w:r>
      <w:r w:rsidR="00A21251" w:rsidRPr="00781D5C">
        <w:rPr>
          <w:rFonts w:ascii="Times New Roman" w:eastAsia="Times New Roman" w:hAnsi="Times New Roman" w:cs="Times New Roman"/>
          <w:sz w:val="24"/>
          <w:szCs w:val="24"/>
        </w:rPr>
        <w:t xml:space="preserve">. Keskkonnakaitse </w:t>
      </w:r>
      <w:r w:rsidR="0007258A" w:rsidRPr="00781D5C">
        <w:rPr>
          <w:rFonts w:ascii="Times New Roman" w:eastAsia="Times New Roman" w:hAnsi="Times New Roman" w:cs="Times New Roman"/>
          <w:sz w:val="24"/>
          <w:szCs w:val="24"/>
        </w:rPr>
        <w:t>(</w:t>
      </w:r>
      <w:r w:rsidR="00CD11B4" w:rsidRPr="00781D5C">
        <w:rPr>
          <w:rFonts w:ascii="Times New Roman" w:eastAsia="Times New Roman" w:hAnsi="Times New Roman" w:cs="Times New Roman"/>
          <w:sz w:val="24"/>
          <w:szCs w:val="24"/>
        </w:rPr>
        <w:t xml:space="preserve">lk </w:t>
      </w:r>
      <w:r w:rsidR="0046084F" w:rsidRPr="00781D5C">
        <w:rPr>
          <w:rFonts w:ascii="Times New Roman" w:eastAsia="Times New Roman" w:hAnsi="Times New Roman" w:cs="Times New Roman"/>
          <w:sz w:val="24"/>
          <w:szCs w:val="24"/>
        </w:rPr>
        <w:t>65</w:t>
      </w:r>
      <w:r w:rsidR="00781D5C" w:rsidRPr="00781D5C">
        <w:rPr>
          <w:rFonts w:ascii="Times New Roman" w:eastAsia="Times New Roman" w:hAnsi="Times New Roman" w:cs="Times New Roman"/>
          <w:sz w:val="24"/>
          <w:szCs w:val="24"/>
        </w:rPr>
        <w:t>-6</w:t>
      </w:r>
      <w:r w:rsidR="00B40484">
        <w:rPr>
          <w:rFonts w:ascii="Times New Roman" w:eastAsia="Times New Roman" w:hAnsi="Times New Roman" w:cs="Times New Roman"/>
          <w:sz w:val="24"/>
          <w:szCs w:val="24"/>
        </w:rPr>
        <w:t>7</w:t>
      </w:r>
      <w:r w:rsidR="00254AAD" w:rsidRPr="00781D5C">
        <w:rPr>
          <w:rFonts w:ascii="Times New Roman" w:eastAsia="Times New Roman" w:hAnsi="Times New Roman" w:cs="Times New Roman"/>
          <w:sz w:val="24"/>
          <w:szCs w:val="24"/>
        </w:rPr>
        <w:t>)</w:t>
      </w:r>
      <w:r w:rsidR="00FB32B8" w:rsidRPr="00781D5C">
        <w:rPr>
          <w:rFonts w:ascii="Times New Roman" w:eastAsia="Times New Roman" w:hAnsi="Times New Roman" w:cs="Times New Roman"/>
          <w:sz w:val="24"/>
          <w:szCs w:val="24"/>
        </w:rPr>
        <w:t xml:space="preserve"> </w:t>
      </w:r>
      <w:r w:rsidR="002551B0" w:rsidRPr="00781D5C">
        <w:rPr>
          <w:rFonts w:ascii="Times New Roman" w:eastAsia="Times New Roman" w:hAnsi="Times New Roman" w:cs="Times New Roman"/>
          <w:sz w:val="24"/>
          <w:szCs w:val="24"/>
        </w:rPr>
        <w:t>ning</w:t>
      </w:r>
      <w:r w:rsidR="002551B0" w:rsidRPr="00781D5C">
        <w:rPr>
          <w:rStyle w:val="normal1"/>
          <w:rFonts w:cs="Times New Roman"/>
          <w:szCs w:val="24"/>
        </w:rPr>
        <w:t xml:space="preserve"> tellija poolt koostatud keskkonnaanalüüsis toodut.</w:t>
      </w:r>
    </w:p>
    <w:p w14:paraId="6B02C93F" w14:textId="54F88D9C" w:rsidR="001C5F65" w:rsidRPr="0053344B" w:rsidRDefault="001C5F65" w:rsidP="00DA2358">
      <w:pPr>
        <w:pStyle w:val="Pealkiri31"/>
        <w:numPr>
          <w:ilvl w:val="0"/>
          <w:numId w:val="17"/>
        </w:numPr>
        <w:tabs>
          <w:tab w:val="left" w:pos="709"/>
        </w:tabs>
        <w:spacing w:after="0" w:line="240" w:lineRule="auto"/>
        <w:jc w:val="both"/>
        <w:rPr>
          <w:rStyle w:val="normal1"/>
          <w:rFonts w:cs="Times New Roman"/>
          <w:i/>
          <w:iCs/>
          <w:szCs w:val="24"/>
        </w:rPr>
      </w:pPr>
      <w:r w:rsidRPr="0053344B">
        <w:rPr>
          <w:rStyle w:val="normal1"/>
          <w:rFonts w:cs="Times New Roman"/>
          <w:i/>
          <w:iCs/>
          <w:szCs w:val="24"/>
        </w:rPr>
        <w:t xml:space="preserve">Ruhingu vahtkonna tee Pk-84 kuni Pk-94 piirkonnas on </w:t>
      </w:r>
      <w:r w:rsidR="0053344B" w:rsidRPr="0053344B">
        <w:rPr>
          <w:rStyle w:val="normal1"/>
          <w:rFonts w:cs="Times New Roman"/>
          <w:i/>
          <w:iCs/>
          <w:szCs w:val="24"/>
        </w:rPr>
        <w:t>Natura elupaik Lamminiidud</w:t>
      </w:r>
      <w:r w:rsidR="0053344B">
        <w:rPr>
          <w:rStyle w:val="normal1"/>
          <w:rFonts w:cs="Times New Roman"/>
          <w:i/>
          <w:iCs/>
          <w:szCs w:val="24"/>
        </w:rPr>
        <w:t>.</w:t>
      </w:r>
    </w:p>
    <w:p w14:paraId="5CB8FBCE" w14:textId="77777777" w:rsidR="000C24F8" w:rsidRDefault="000C24F8" w:rsidP="001C5F65">
      <w:pPr>
        <w:pStyle w:val="Pealkiri31"/>
        <w:numPr>
          <w:ilvl w:val="0"/>
          <w:numId w:val="17"/>
        </w:numPr>
        <w:tabs>
          <w:tab w:val="left" w:pos="709"/>
        </w:tabs>
        <w:spacing w:after="0" w:line="240" w:lineRule="auto"/>
        <w:jc w:val="both"/>
        <w:rPr>
          <w:rStyle w:val="normal1"/>
          <w:rFonts w:cs="Times New Roman"/>
          <w:i/>
          <w:iCs/>
          <w:szCs w:val="24"/>
        </w:rPr>
      </w:pPr>
      <w:r w:rsidRPr="000C24F8">
        <w:rPr>
          <w:rStyle w:val="normal1"/>
          <w:rFonts w:cs="Times New Roman"/>
          <w:i/>
          <w:iCs/>
          <w:szCs w:val="24"/>
        </w:rPr>
        <w:t>Ruhingu-Vahtkonna teest ligikaudu 20 m kaugusele (lähim koht) jääb Võhandu jõgi (EELIS kood VEE1003000), mis ühtlasi on kaitstav loodusobjekt Võhandu jõe hoiuala (EELIS kood KLO2000084 (Võru) ja KLO2000021 (Põlva)) kuuludes ühtlasi üle-</w:t>
      </w:r>
      <w:proofErr w:type="spellStart"/>
      <w:r w:rsidRPr="000C24F8">
        <w:rPr>
          <w:rStyle w:val="normal1"/>
          <w:rFonts w:cs="Times New Roman"/>
          <w:i/>
          <w:iCs/>
          <w:szCs w:val="24"/>
        </w:rPr>
        <w:t>euroopalisse</w:t>
      </w:r>
      <w:proofErr w:type="spellEnd"/>
      <w:r w:rsidRPr="000C24F8">
        <w:rPr>
          <w:rStyle w:val="normal1"/>
          <w:rFonts w:cs="Times New Roman"/>
          <w:i/>
          <w:iCs/>
          <w:szCs w:val="24"/>
        </w:rPr>
        <w:t xml:space="preserve"> Natura 2000 võrgustikku Võhandu jõe loodusalana (EELIS kood RAH0000013).</w:t>
      </w:r>
    </w:p>
    <w:p w14:paraId="50FF9132" w14:textId="23443FE8" w:rsidR="00C43E2F" w:rsidRDefault="00205636" w:rsidP="001C5F65">
      <w:pPr>
        <w:pStyle w:val="Pealkiri31"/>
        <w:numPr>
          <w:ilvl w:val="0"/>
          <w:numId w:val="17"/>
        </w:numPr>
        <w:tabs>
          <w:tab w:val="left" w:pos="709"/>
        </w:tabs>
        <w:spacing w:after="0" w:line="240" w:lineRule="auto"/>
        <w:jc w:val="both"/>
        <w:rPr>
          <w:rStyle w:val="normal1"/>
          <w:rFonts w:cs="Times New Roman"/>
          <w:i/>
          <w:iCs/>
          <w:szCs w:val="24"/>
        </w:rPr>
      </w:pPr>
      <w:r w:rsidRPr="00205636">
        <w:rPr>
          <w:rStyle w:val="normal1"/>
          <w:rFonts w:cs="Times New Roman"/>
          <w:i/>
          <w:iCs/>
          <w:szCs w:val="24"/>
        </w:rPr>
        <w:t xml:space="preserve">Urvaste vahtkonna tee pk 35 piirkonnas, kus </w:t>
      </w:r>
      <w:r w:rsidR="003E0829">
        <w:rPr>
          <w:rStyle w:val="normal1"/>
          <w:rFonts w:cs="Times New Roman"/>
          <w:i/>
          <w:iCs/>
          <w:szCs w:val="24"/>
        </w:rPr>
        <w:t xml:space="preserve">teostatakse </w:t>
      </w:r>
      <w:r w:rsidRPr="00205636">
        <w:rPr>
          <w:rStyle w:val="normal1"/>
          <w:rFonts w:cs="Times New Roman"/>
          <w:i/>
          <w:iCs/>
          <w:szCs w:val="24"/>
        </w:rPr>
        <w:t>teekraavi 113 uuendamine ja 114 rekonstrueerimine</w:t>
      </w:r>
      <w:r w:rsidR="003E0829">
        <w:rPr>
          <w:rStyle w:val="normal1"/>
          <w:rFonts w:cs="Times New Roman"/>
          <w:i/>
          <w:iCs/>
          <w:szCs w:val="24"/>
        </w:rPr>
        <w:t xml:space="preserve"> </w:t>
      </w:r>
      <w:r w:rsidRPr="00205636">
        <w:rPr>
          <w:rStyle w:val="normal1"/>
          <w:rFonts w:cs="Times New Roman"/>
          <w:i/>
          <w:iCs/>
          <w:szCs w:val="24"/>
        </w:rPr>
        <w:t>jäävad VEP-</w:t>
      </w:r>
      <w:proofErr w:type="spellStart"/>
      <w:r w:rsidRPr="00205636">
        <w:rPr>
          <w:rStyle w:val="normal1"/>
          <w:rFonts w:cs="Times New Roman"/>
          <w:i/>
          <w:iCs/>
          <w:szCs w:val="24"/>
        </w:rPr>
        <w:t>pist</w:t>
      </w:r>
      <w:proofErr w:type="spellEnd"/>
      <w:r w:rsidRPr="00205636">
        <w:rPr>
          <w:rStyle w:val="normal1"/>
          <w:rFonts w:cs="Times New Roman"/>
          <w:i/>
          <w:iCs/>
          <w:szCs w:val="24"/>
        </w:rPr>
        <w:t xml:space="preserve"> </w:t>
      </w:r>
      <w:r w:rsidR="00B15368" w:rsidRPr="00B15368">
        <w:rPr>
          <w:rStyle w:val="normal1"/>
          <w:rFonts w:cs="Times New Roman"/>
          <w:i/>
          <w:iCs/>
          <w:szCs w:val="24"/>
        </w:rPr>
        <w:t>nr. 208744</w:t>
      </w:r>
      <w:r w:rsidR="00B15368">
        <w:rPr>
          <w:rStyle w:val="normal1"/>
          <w:rFonts w:cs="Times New Roman"/>
          <w:i/>
          <w:iCs/>
          <w:szCs w:val="24"/>
        </w:rPr>
        <w:t xml:space="preserve"> </w:t>
      </w:r>
      <w:r w:rsidRPr="00205636">
        <w:rPr>
          <w:rStyle w:val="normal1"/>
          <w:rFonts w:cs="Times New Roman"/>
          <w:i/>
          <w:iCs/>
          <w:szCs w:val="24"/>
        </w:rPr>
        <w:t>ca 85 m kaugusele</w:t>
      </w:r>
      <w:r w:rsidR="00841E5A" w:rsidRPr="00841E5A">
        <w:rPr>
          <w:rStyle w:val="normal1"/>
          <w:rFonts w:cs="Times New Roman"/>
          <w:i/>
          <w:iCs/>
          <w:szCs w:val="24"/>
        </w:rPr>
        <w:t>.</w:t>
      </w:r>
    </w:p>
    <w:p w14:paraId="5311F758" w14:textId="4BD23645" w:rsidR="003606F7" w:rsidRPr="00C43E2F" w:rsidRDefault="003606F7" w:rsidP="001C5F65">
      <w:pPr>
        <w:pStyle w:val="Pealkiri31"/>
        <w:numPr>
          <w:ilvl w:val="0"/>
          <w:numId w:val="17"/>
        </w:numPr>
        <w:tabs>
          <w:tab w:val="left" w:pos="709"/>
        </w:tabs>
        <w:spacing w:after="0" w:line="240" w:lineRule="auto"/>
        <w:jc w:val="both"/>
        <w:rPr>
          <w:rStyle w:val="normal1"/>
          <w:rFonts w:cs="Times New Roman"/>
          <w:i/>
          <w:iCs/>
          <w:szCs w:val="24"/>
        </w:rPr>
      </w:pPr>
      <w:r w:rsidRPr="003606F7">
        <w:rPr>
          <w:rStyle w:val="normal1"/>
          <w:rFonts w:cs="Times New Roman"/>
          <w:i/>
          <w:iCs/>
          <w:szCs w:val="24"/>
        </w:rPr>
        <w:t>VEP nr. 210386 läheduses on kavandatud teekraavi 114 ja truubi T7 rekonstrueerimine ja voolunõva 201 ehitamine.</w:t>
      </w:r>
    </w:p>
    <w:p w14:paraId="77AAC424" w14:textId="77777777" w:rsidR="00705773" w:rsidRPr="00DA1484"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DA1484">
        <w:rPr>
          <w:rFonts w:ascii="Times New Roman" w:hAnsi="Times New Roman" w:cs="Times New Roman"/>
          <w:sz w:val="24"/>
          <w:szCs w:val="24"/>
        </w:rPr>
        <w:lastRenderedPageBreak/>
        <w:t>teostama t</w:t>
      </w:r>
      <w:r w:rsidR="00705773" w:rsidRPr="00DA1484">
        <w:rPr>
          <w:rFonts w:ascii="Times New Roman" w:hAnsi="Times New Roman" w:cs="Times New Roman"/>
          <w:sz w:val="24"/>
          <w:szCs w:val="24"/>
        </w:rPr>
        <w:t xml:space="preserve">ööd, s.h projekti muutmisest </w:t>
      </w:r>
      <w:r w:rsidRPr="00DA1484">
        <w:rPr>
          <w:rFonts w:ascii="Times New Roman" w:hAnsi="Times New Roman" w:cs="Times New Roman"/>
          <w:sz w:val="24"/>
          <w:szCs w:val="24"/>
        </w:rPr>
        <w:t>tulenevad lisatööd, p</w:t>
      </w:r>
      <w:r w:rsidR="00705773" w:rsidRPr="00DA1484">
        <w:rPr>
          <w:rFonts w:ascii="Times New Roman" w:hAnsi="Times New Roman" w:cs="Times New Roman"/>
          <w:sz w:val="24"/>
          <w:szCs w:val="24"/>
        </w:rPr>
        <w:t>akkumises toodud hindadega, tähtaegselt ja k</w:t>
      </w:r>
      <w:r w:rsidRPr="00DA1484">
        <w:rPr>
          <w:rFonts w:ascii="Times New Roman" w:hAnsi="Times New Roman" w:cs="Times New Roman"/>
          <w:sz w:val="24"/>
          <w:szCs w:val="24"/>
        </w:rPr>
        <w:t>valiteetselt ning informeerima t</w:t>
      </w:r>
      <w:r w:rsidR="00705773" w:rsidRPr="00DA1484">
        <w:rPr>
          <w:rFonts w:ascii="Times New Roman" w:hAnsi="Times New Roman" w:cs="Times New Roman"/>
          <w:sz w:val="24"/>
          <w:szCs w:val="24"/>
        </w:rPr>
        <w:t>ellijat tööde või lisatööde hili</w:t>
      </w:r>
      <w:r w:rsidR="00705773" w:rsidRPr="00DA1484">
        <w:rPr>
          <w:rFonts w:ascii="Times New Roman" w:hAnsi="Times New Roman" w:cs="Times New Roman"/>
          <w:sz w:val="24"/>
          <w:szCs w:val="24"/>
        </w:rPr>
        <w:softHyphen/>
        <w:t>ne</w:t>
      </w:r>
      <w:r w:rsidR="00705773" w:rsidRPr="00DA1484">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DA1484">
        <w:rPr>
          <w:rFonts w:ascii="Times New Roman" w:hAnsi="Times New Roman" w:cs="Times New Roman"/>
          <w:sz w:val="24"/>
          <w:szCs w:val="24"/>
        </w:rPr>
        <w:t>järgima seaduste, eelkõige metsaseaduse, päästeseaduse</w:t>
      </w:r>
      <w:r w:rsidRPr="00C87FB5">
        <w:rPr>
          <w:rFonts w:ascii="Times New Roman" w:hAnsi="Times New Roman" w:cs="Times New Roman"/>
          <w:sz w:val="24"/>
          <w:szCs w:val="24"/>
        </w:rPr>
        <w:t xml:space="preserv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lastRenderedPageBreak/>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3CD12A5C"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6E3CC9" w:rsidRPr="006803B0">
        <w:rPr>
          <w:rFonts w:ascii="Times New Roman" w:eastAsia="Calibri" w:hAnsi="Times New Roman" w:cs="Times New Roman"/>
          <w:b/>
          <w:bCs/>
          <w:sz w:val="24"/>
          <w:szCs w:val="24"/>
        </w:rPr>
        <w:t>5</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3F52EB2F"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5-11-01T00:00:00Z">
            <w:dateFormat w:val="d.MM.yyyy"/>
            <w:lid w:val="et-EE"/>
            <w:storeMappedDataAs w:val="dateTime"/>
            <w:calendar w:val="gregorian"/>
          </w:date>
        </w:sdtPr>
        <w:sdtEndPr/>
        <w:sdtContent>
          <w:r w:rsidR="006803B0" w:rsidRPr="00A57DF2">
            <w:rPr>
              <w:rFonts w:ascii="Times New Roman" w:eastAsia="Calibri" w:hAnsi="Times New Roman" w:cs="Times New Roman"/>
              <w:b/>
              <w:bCs/>
              <w:sz w:val="24"/>
              <w:szCs w:val="24"/>
            </w:rPr>
            <w:t>1.11.2025</w:t>
          </w:r>
        </w:sdtContent>
      </w:sdt>
      <w:r w:rsidR="0035454A" w:rsidRPr="009B262F">
        <w:rPr>
          <w:rFonts w:ascii="Times New Roman" w:hAnsi="Times New Roman" w:cs="Times New Roman"/>
          <w:sz w:val="24"/>
          <w:szCs w:val="24"/>
        </w:rPr>
        <w:t>.</w:t>
      </w:r>
      <w:bookmarkEnd w:id="0"/>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2B083D8D"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3606F7">
        <w:rPr>
          <w:rFonts w:ascii="Times New Roman" w:hAnsi="Times New Roman" w:cs="Times New Roman"/>
          <w:sz w:val="24"/>
          <w:szCs w:val="24"/>
        </w:rPr>
        <w:t>Tellija</w:t>
      </w:r>
      <w:r w:rsidR="0048694B">
        <w:rPr>
          <w:rFonts w:ascii="Times New Roman" w:hAnsi="Times New Roman" w:cs="Times New Roman"/>
          <w:sz w:val="24"/>
          <w:szCs w:val="24"/>
        </w:rPr>
        <w:t xml:space="preserve"> </w:t>
      </w:r>
      <w:r w:rsidR="00A96A8C" w:rsidRPr="00A96A8C">
        <w:rPr>
          <w:rFonts w:ascii="Times New Roman" w:hAnsi="Times New Roman" w:cs="Times New Roman"/>
          <w:sz w:val="24"/>
          <w:szCs w:val="24"/>
        </w:rPr>
        <w:t xml:space="preserve">ja Transpordiameti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3DFB533B" w14:textId="5380DD60" w:rsidR="00D62B5B" w:rsidRDefault="00D62B5B" w:rsidP="00372718">
      <w:pPr>
        <w:pStyle w:val="Pealkiri21"/>
        <w:tabs>
          <w:tab w:val="left" w:pos="567"/>
        </w:tabs>
        <w:spacing w:after="0" w:line="240" w:lineRule="auto"/>
        <w:ind w:left="0" w:firstLine="0"/>
        <w:jc w:val="both"/>
        <w:rPr>
          <w:rFonts w:ascii="Times New Roman" w:hAnsi="Times New Roman" w:cs="Times New Roman"/>
          <w:sz w:val="24"/>
          <w:szCs w:val="24"/>
        </w:rPr>
      </w:pPr>
      <w:r w:rsidRPr="00A26DDA">
        <w:rPr>
          <w:rFonts w:ascii="Times New Roman" w:hAnsi="Times New Roman" w:cs="Times New Roman"/>
          <w:sz w:val="24"/>
          <w:szCs w:val="24"/>
          <w:highlight w:val="yellow"/>
        </w:rPr>
        <w:t>Objektil tehtud tööde eest tasumine tellija poolt algab 202</w:t>
      </w:r>
      <w:r>
        <w:rPr>
          <w:rFonts w:ascii="Times New Roman" w:hAnsi="Times New Roman" w:cs="Times New Roman"/>
          <w:sz w:val="24"/>
          <w:szCs w:val="24"/>
          <w:highlight w:val="yellow"/>
        </w:rPr>
        <w:t>5 aasta</w:t>
      </w:r>
      <w:r w:rsidRPr="00A26DDA">
        <w:rPr>
          <w:rFonts w:ascii="Times New Roman" w:hAnsi="Times New Roman" w:cs="Times New Roman"/>
          <w:sz w:val="24"/>
          <w:szCs w:val="24"/>
          <w:highlight w:val="yellow"/>
        </w:rPr>
        <w:t xml:space="preserve"> eelarvest alates jaanuar 202</w:t>
      </w:r>
      <w:r>
        <w:rPr>
          <w:rFonts w:ascii="Times New Roman" w:hAnsi="Times New Roman" w:cs="Times New Roman"/>
          <w:sz w:val="24"/>
          <w:szCs w:val="24"/>
          <w:highlight w:val="yellow"/>
        </w:rPr>
        <w:t>5</w:t>
      </w:r>
      <w:r w:rsidRPr="00A26DDA">
        <w:rPr>
          <w:rFonts w:ascii="Times New Roman" w:hAnsi="Times New Roman" w:cs="Times New Roman"/>
          <w:sz w:val="24"/>
          <w:szCs w:val="24"/>
          <w:highlight w:val="yellow"/>
        </w:rPr>
        <w:t xml:space="preserve"> (sh 202</w:t>
      </w:r>
      <w:r>
        <w:rPr>
          <w:rFonts w:ascii="Times New Roman" w:hAnsi="Times New Roman" w:cs="Times New Roman"/>
          <w:sz w:val="24"/>
          <w:szCs w:val="24"/>
          <w:highlight w:val="yellow"/>
        </w:rPr>
        <w:t>4</w:t>
      </w:r>
      <w:r w:rsidRPr="00A26DDA">
        <w:rPr>
          <w:rFonts w:ascii="Times New Roman" w:hAnsi="Times New Roman" w:cs="Times New Roman"/>
          <w:sz w:val="24"/>
          <w:szCs w:val="24"/>
          <w:highlight w:val="yellow"/>
        </w:rPr>
        <w:t xml:space="preserve"> aastal teostatud ja vastuvõetud tööde eest).</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33F154E4"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bookmarkStart w:id="1" w:name="_Hlk165279385"/>
      <w:r w:rsidR="003606F7">
        <w:rPr>
          <w:rFonts w:ascii="Times New Roman" w:hAnsi="Times New Roman" w:cs="Times New Roman"/>
          <w:sz w:val="24"/>
          <w:szCs w:val="24"/>
        </w:rPr>
        <w:t>Tellija ja Transpordiameti</w:t>
      </w:r>
      <w:r w:rsidR="0048694B">
        <w:rPr>
          <w:rFonts w:ascii="Times New Roman" w:hAnsi="Times New Roman" w:cs="Times New Roman"/>
          <w:sz w:val="24"/>
          <w:szCs w:val="24"/>
        </w:rPr>
        <w:t xml:space="preserve"> </w:t>
      </w:r>
      <w:bookmarkEnd w:id="1"/>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72A2DBC5" w:rsidR="00B1084B" w:rsidRPr="00034C6D"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w:t>
      </w:r>
      <w:r w:rsidR="00A43226" w:rsidRPr="00034C6D">
        <w:rPr>
          <w:rFonts w:ascii="Times New Roman" w:hAnsi="Times New Roman" w:cs="Times New Roman"/>
          <w:bCs/>
          <w:sz w:val="24"/>
          <w:szCs w:val="24"/>
        </w:rPr>
        <w:t xml:space="preserve">juhendab tööde läbiviimist, annab töövõtjale vajalikku informatsiooni ja kontrollib tööde kvaliteeti, </w:t>
      </w:r>
      <w:r w:rsidR="000D545C" w:rsidRPr="00034C6D">
        <w:rPr>
          <w:rFonts w:ascii="Times New Roman" w:hAnsi="Times New Roman" w:cs="Times New Roman"/>
          <w:bCs/>
          <w:sz w:val="24"/>
          <w:szCs w:val="24"/>
        </w:rPr>
        <w:t>on</w:t>
      </w:r>
      <w:r w:rsidR="000D545C" w:rsidRPr="00034C6D">
        <w:rPr>
          <w:rFonts w:ascii="Times New Roman" w:hAnsi="Times New Roman" w:cs="Times New Roman"/>
          <w:b/>
          <w:bCs/>
          <w:sz w:val="24"/>
          <w:szCs w:val="24"/>
        </w:rPr>
        <w:t xml:space="preserve"> </w:t>
      </w:r>
      <w:r w:rsidR="00F04FB6" w:rsidRPr="00034C6D">
        <w:rPr>
          <w:rFonts w:ascii="Times New Roman" w:hAnsi="Times New Roman" w:cs="Times New Roman"/>
          <w:sz w:val="24"/>
          <w:szCs w:val="24"/>
        </w:rPr>
        <w:t>metsataristu spetsialist</w:t>
      </w:r>
      <w:r w:rsidR="000D545C" w:rsidRPr="00034C6D">
        <w:rPr>
          <w:rFonts w:ascii="Times New Roman" w:hAnsi="Times New Roman" w:cs="Times New Roman"/>
          <w:sz w:val="24"/>
          <w:szCs w:val="24"/>
        </w:rPr>
        <w:t xml:space="preserve"> </w:t>
      </w:r>
      <w:r w:rsidR="00A25803" w:rsidRPr="00A25803">
        <w:rPr>
          <w:rFonts w:ascii="Times New Roman" w:eastAsia="Times New Roman" w:hAnsi="Times New Roman" w:cs="Times New Roman"/>
          <w:sz w:val="24"/>
          <w:szCs w:val="24"/>
        </w:rPr>
        <w:t xml:space="preserve">Meris Süsta, tel: 5064594, e-mail: </w:t>
      </w:r>
      <w:hyperlink r:id="rId9" w:history="1">
        <w:r w:rsidR="00A25803" w:rsidRPr="00283BCC">
          <w:rPr>
            <w:rStyle w:val="Hperlink"/>
            <w:rFonts w:ascii="Times New Roman" w:eastAsia="Times New Roman" w:hAnsi="Times New Roman" w:cs="Times New Roman"/>
            <w:sz w:val="24"/>
            <w:szCs w:val="24"/>
          </w:rPr>
          <w:t>meris.susta@rmk.ee</w:t>
        </w:r>
      </w:hyperlink>
      <w:r w:rsidR="00074E07">
        <w:rPr>
          <w:rFonts w:ascii="Times New Roman" w:eastAsia="Times New Roman" w:hAnsi="Times New Roman" w:cs="Times New Roman"/>
          <w:sz w:val="24"/>
          <w:szCs w:val="24"/>
        </w:rPr>
        <w:t>.</w:t>
      </w:r>
      <w:r w:rsidR="00A25803">
        <w:rPr>
          <w:rFonts w:ascii="Times New Roman" w:eastAsia="Times New Roman" w:hAnsi="Times New Roman" w:cs="Times New Roman"/>
          <w:sz w:val="24"/>
          <w:szCs w:val="24"/>
        </w:rPr>
        <w:t xml:space="preserve"> </w:t>
      </w:r>
      <w:r w:rsidR="00FE308B" w:rsidRPr="00034C6D">
        <w:rPr>
          <w:rFonts w:ascii="Times New Roman" w:eastAsia="Times New Roman" w:hAnsi="Times New Roman" w:cs="Times New Roman"/>
          <w:sz w:val="24"/>
          <w:szCs w:val="24"/>
        </w:rPr>
        <w:t xml:space="preserve"> </w:t>
      </w:r>
      <w:r w:rsidR="00892971" w:rsidRPr="00034C6D">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034C6D">
        <w:rPr>
          <w:rFonts w:ascii="Times New Roman" w:hAnsi="Times New Roman" w:cs="Times New Roman"/>
          <w:bCs/>
          <w:sz w:val="24"/>
          <w:szCs w:val="24"/>
        </w:rPr>
        <w:t>Töövõtja esindaja tööde läbiviimisel</w:t>
      </w:r>
      <w:r w:rsidRPr="00B1084B">
        <w:rPr>
          <w:rFonts w:ascii="Times New Roman" w:hAnsi="Times New Roman" w:cs="Times New Roman"/>
          <w:bCs/>
          <w:sz w:val="24"/>
          <w:szCs w:val="24"/>
        </w:rPr>
        <w:t xml:space="preserve">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4C9C1D13"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3B7CC8" w:rsidRPr="003B7CC8">
        <w:rPr>
          <w:rFonts w:ascii="Times New Roman" w:hAnsi="Times New Roman" w:cs="Times New Roman"/>
          <w:bCs/>
          <w:sz w:val="24"/>
          <w:szCs w:val="24"/>
        </w:rPr>
        <w:t>metsataristu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1E1E58"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1E1E58"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tcPr>
          <w:p w14:paraId="23DEA4AA" w14:textId="77777777" w:rsidR="00FE2065" w:rsidRPr="00FE2065" w:rsidRDefault="001E1E58"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090DF96C" w14:textId="343128ED" w:rsidR="008E6563" w:rsidRPr="00904B23" w:rsidRDefault="008B7C96" w:rsidP="00904B23">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2"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bookmarkEnd w:id="2"/>
    </w:p>
    <w:p w14:paraId="3E38A05F" w14:textId="77777777" w:rsidR="008E6563" w:rsidRPr="00FE2065" w:rsidRDefault="008E6563" w:rsidP="008E6563">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1D6D330E" w14:textId="77777777" w:rsidR="008E6563" w:rsidRPr="00FE2065" w:rsidRDefault="008E6563" w:rsidP="008E6563">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014C7210" w14:textId="77777777" w:rsidR="008E6563" w:rsidRPr="00FE2065" w:rsidRDefault="008E6563" w:rsidP="008E6563">
      <w:pPr>
        <w:spacing w:after="0" w:line="240" w:lineRule="auto"/>
        <w:jc w:val="both"/>
        <w:rPr>
          <w:rFonts w:ascii="Times New Roman" w:hAnsi="Times New Roman" w:cs="Times New Roman"/>
          <w:sz w:val="24"/>
          <w:szCs w:val="24"/>
        </w:rPr>
      </w:pPr>
    </w:p>
    <w:p w14:paraId="6CC07859" w14:textId="77777777" w:rsidR="008E6563" w:rsidRPr="00FE2065" w:rsidRDefault="008E6563" w:rsidP="008E6563">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86042511"/>
          <w:placeholder>
            <w:docPart w:val="D51591ACB99F4C8184B7F3377FD2ED30"/>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062408980"/>
          <w:placeholder>
            <w:docPart w:val="7F05662DB5404E3C9EA010709AA0576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2ED5D270" w14:textId="77777777" w:rsidR="008E6563" w:rsidRPr="00FE2065" w:rsidRDefault="008E6563" w:rsidP="008E6563">
      <w:pPr>
        <w:spacing w:after="0" w:line="240" w:lineRule="auto"/>
        <w:jc w:val="both"/>
        <w:rPr>
          <w:rFonts w:ascii="Times New Roman" w:hAnsi="Times New Roman" w:cs="Times New Roman"/>
          <w:b/>
          <w:color w:val="000000" w:themeColor="text1"/>
          <w:sz w:val="24"/>
          <w:szCs w:val="24"/>
        </w:rPr>
      </w:pPr>
    </w:p>
    <w:p w14:paraId="5BF6EB7A" w14:textId="77777777" w:rsidR="008E6563" w:rsidRPr="00FE2065" w:rsidRDefault="008E6563" w:rsidP="008E6563">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2AB48A87" w14:textId="77777777" w:rsidR="008E6563" w:rsidRPr="00FE2065" w:rsidRDefault="008E6563" w:rsidP="008E6563">
      <w:pPr>
        <w:spacing w:after="0" w:line="240" w:lineRule="auto"/>
        <w:jc w:val="both"/>
        <w:rPr>
          <w:rFonts w:ascii="Times New Roman" w:hAnsi="Times New Roman" w:cs="Times New Roman"/>
          <w:sz w:val="24"/>
          <w:szCs w:val="24"/>
        </w:rPr>
      </w:pPr>
    </w:p>
    <w:p w14:paraId="6B33236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23E1EF6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2DA9F2E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6BD8290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5EAB23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66C6909"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68066AC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593ABBA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3D3D65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7770D6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EE6FC7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3E6F2AA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49C3497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3E53D8E"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6C7751B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3885DCBA"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027194E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5A6B1B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A01F15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1795A9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6382FB8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752AFD1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098D8BC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1637D13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6622436" w14:textId="77777777" w:rsidR="008E6563" w:rsidRDefault="008E6563" w:rsidP="008E6563">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E1427C6"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646B00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70DB8887"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3111A5A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0D0C758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320458B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BCC143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0F302A2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45CD8EB4"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79E8713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654D60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6472FD9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2A76C75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29C9633E"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2DF0FBD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10F966E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4AED8DED"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166A870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0FCBE24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1BB48E7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78CB434C"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28E1BE6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7752891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346284C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26A0D175" w14:textId="428DD570" w:rsidR="008E6563" w:rsidRDefault="008E6563" w:rsidP="008E6563">
      <w:pPr>
        <w:spacing w:after="0" w:line="240" w:lineRule="auto"/>
        <w:jc w:val="both"/>
        <w:outlineLvl w:val="0"/>
        <w:rPr>
          <w:rFonts w:ascii="TimesNewRomanPSMT" w:hAnsi="TimesNewRomanPSMT" w:cs="TimesNewRomanPSMT"/>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7D4C5783" w14:textId="77777777" w:rsidR="008E6563" w:rsidRDefault="008E6563" w:rsidP="008E6563">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1E1E58"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64972C87" w14:textId="77777777" w:rsidR="008B7C96" w:rsidRPr="002C6717" w:rsidRDefault="001E1E58"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748B790D"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End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3" w:name="_Hlk148365181"/>
      <w:r w:rsidR="00D247B5">
        <w:rPr>
          <w:b/>
          <w:bCs/>
        </w:rPr>
        <w:t>NÕUDED ISIKUKAITSEVAHENDITE KASUTAMISEKS</w:t>
      </w:r>
      <w:bookmarkEnd w:id="3"/>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Raielangil ja raadamisobjektil töötamise ajal töökohustusi täitvad isikud peavad masinast väljas olles kandma tähtaegset tööstuslikku kaitsekiivrit (EN 397) ja </w:t>
      </w:r>
      <w:proofErr w:type="spellStart"/>
      <w:r w:rsidRPr="00ED0A98">
        <w:rPr>
          <w:rFonts w:ascii="Times New Roman" w:hAnsi="Times New Roman" w:cs="Times New Roman"/>
          <w:sz w:val="24"/>
          <w:szCs w:val="24"/>
        </w:rPr>
        <w:t>demaskeerivat</w:t>
      </w:r>
      <w:proofErr w:type="spellEnd"/>
      <w:r w:rsidRPr="00ED0A98">
        <w:rPr>
          <w:rFonts w:ascii="Times New Roman" w:hAnsi="Times New Roman" w:cs="Times New Roman"/>
          <w:sz w:val="24"/>
          <w:szCs w:val="24"/>
        </w:rPr>
        <w:t xml:space="preserve">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 xml:space="preserve">Puiduveoki, </w:t>
            </w:r>
            <w:proofErr w:type="spellStart"/>
            <w:r w:rsidRPr="00ED0A98">
              <w:rPr>
                <w:b/>
                <w:sz w:val="18"/>
                <w:szCs w:val="18"/>
              </w:rPr>
              <w:t>hakkuri</w:t>
            </w:r>
            <w:proofErr w:type="spellEnd"/>
            <w:r w:rsidRPr="00ED0A98">
              <w:rPr>
                <w:b/>
                <w:sz w:val="18"/>
                <w:szCs w:val="18"/>
              </w:rPr>
              <w:t>,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1E1E58"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c>
          <w:tcPr>
            <w:tcW w:w="4606" w:type="dxa"/>
          </w:tcPr>
          <w:p w14:paraId="7D7A3AC0" w14:textId="77777777" w:rsidR="00ED0A98" w:rsidRPr="002C6717" w:rsidRDefault="001E1E58"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01792E35"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4"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4"/>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1E1E58"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1A6254D5" w14:textId="77777777" w:rsidR="002A01B7" w:rsidRPr="00FE2065" w:rsidRDefault="002A01B7" w:rsidP="001E1E58">
      <w:pPr>
        <w:spacing w:line="240" w:lineRule="auto"/>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540AE0" w14:textId="77777777" w:rsidR="005F5267" w:rsidRDefault="005F5267" w:rsidP="00705773">
      <w:pPr>
        <w:spacing w:after="0" w:line="240" w:lineRule="auto"/>
      </w:pPr>
      <w:r>
        <w:separator/>
      </w:r>
    </w:p>
  </w:endnote>
  <w:endnote w:type="continuationSeparator" w:id="0">
    <w:p w14:paraId="5217BE4E" w14:textId="77777777" w:rsidR="005F5267" w:rsidRDefault="005F5267"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00"/>
    <w:family w:val="roman"/>
    <w:notTrueType/>
    <w:pitch w:val="default"/>
    <w:sig w:usb0="00000007" w:usb1="08070000" w:usb2="00000010" w:usb3="00000000" w:csb0="0002008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9942839"/>
      <w:docPartObj>
        <w:docPartGallery w:val="Page Numbers (Bottom of Page)"/>
        <w:docPartUnique/>
      </w:docPartObj>
    </w:sdtPr>
    <w:sdtEnd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0A7924" w14:textId="77777777" w:rsidR="005F5267" w:rsidRDefault="005F5267" w:rsidP="00705773">
      <w:pPr>
        <w:spacing w:after="0" w:line="240" w:lineRule="auto"/>
      </w:pPr>
      <w:r>
        <w:separator/>
      </w:r>
    </w:p>
  </w:footnote>
  <w:footnote w:type="continuationSeparator" w:id="0">
    <w:p w14:paraId="4CCD6989" w14:textId="77777777" w:rsidR="005F5267" w:rsidRDefault="005F5267"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82635682"/>
      <w:docPartObj>
        <w:docPartGallery w:val="Page Numbers (Top of Page)"/>
        <w:docPartUnique/>
      </w:docPartObj>
    </w:sdtPr>
    <w:sdtEndPr/>
    <w:sdtContent>
      <w:p w14:paraId="72A83A72" w14:textId="174901AD" w:rsidR="00ED03B9" w:rsidRDefault="00ED03B9" w:rsidP="000B480B">
        <w:pPr>
          <w:pStyle w:val="Pis"/>
          <w:jc w:val="right"/>
          <w:rPr>
            <w:rFonts w:ascii="Times New Roman" w:hAnsi="Times New Roman" w:cs="Times New Roman"/>
            <w:i/>
            <w:iCs/>
            <w:sz w:val="18"/>
            <w:szCs w:val="18"/>
          </w:rPr>
        </w:pPr>
      </w:p>
      <w:p w14:paraId="4F07237B" w14:textId="258E110A" w:rsidR="00FB604C" w:rsidRDefault="00FB604C" w:rsidP="00ED03B9">
        <w:pPr>
          <w:pStyle w:val="Pis"/>
          <w:tabs>
            <w:tab w:val="clear" w:pos="4536"/>
          </w:tabs>
        </w:pP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81E25C3"/>
    <w:multiLevelType w:val="hybridMultilevel"/>
    <w:tmpl w:val="8BAE05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4"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5" w15:restartNumberingAfterBreak="0">
    <w:nsid w:val="644C1479"/>
    <w:multiLevelType w:val="hybridMultilevel"/>
    <w:tmpl w:val="4EF4634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96437159">
    <w:abstractNumId w:val="1"/>
  </w:num>
  <w:num w:numId="2" w16cid:durableId="1742170627">
    <w:abstractNumId w:val="7"/>
  </w:num>
  <w:num w:numId="3" w16cid:durableId="428434512">
    <w:abstractNumId w:val="2"/>
  </w:num>
  <w:num w:numId="4" w16cid:durableId="893780813">
    <w:abstractNumId w:val="9"/>
  </w:num>
  <w:num w:numId="5" w16cid:durableId="284891417">
    <w:abstractNumId w:val="8"/>
  </w:num>
  <w:num w:numId="6" w16cid:durableId="1453086223">
    <w:abstractNumId w:val="14"/>
  </w:num>
  <w:num w:numId="7" w16cid:durableId="1027415269">
    <w:abstractNumId w:val="13"/>
  </w:num>
  <w:num w:numId="8" w16cid:durableId="51853159">
    <w:abstractNumId w:val="12"/>
  </w:num>
  <w:num w:numId="9" w16cid:durableId="612715840">
    <w:abstractNumId w:val="10"/>
  </w:num>
  <w:num w:numId="10" w16cid:durableId="429932463">
    <w:abstractNumId w:val="11"/>
  </w:num>
  <w:num w:numId="11" w16cid:durableId="1363827597">
    <w:abstractNumId w:val="0"/>
  </w:num>
  <w:num w:numId="12" w16cid:durableId="2039693390">
    <w:abstractNumId w:val="3"/>
  </w:num>
  <w:num w:numId="13" w16cid:durableId="412897097">
    <w:abstractNumId w:val="4"/>
  </w:num>
  <w:num w:numId="14" w16cid:durableId="2120221377">
    <w:abstractNumId w:val="5"/>
  </w:num>
  <w:num w:numId="15" w16cid:durableId="825050385">
    <w:abstractNumId w:val="2"/>
    <w:lvlOverride w:ilvl="0">
      <w:startOverride w:val="1"/>
    </w:lvlOverride>
  </w:num>
  <w:num w:numId="16" w16cid:durableId="802161692">
    <w:abstractNumId w:val="6"/>
  </w:num>
  <w:num w:numId="17" w16cid:durableId="6089024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5CCC"/>
    <w:rsid w:val="0000651D"/>
    <w:rsid w:val="00006836"/>
    <w:rsid w:val="00006B0D"/>
    <w:rsid w:val="000156B6"/>
    <w:rsid w:val="00015C2C"/>
    <w:rsid w:val="00016CFA"/>
    <w:rsid w:val="00033FC5"/>
    <w:rsid w:val="00034C6D"/>
    <w:rsid w:val="00036EAF"/>
    <w:rsid w:val="0004420C"/>
    <w:rsid w:val="00047FEF"/>
    <w:rsid w:val="0005144C"/>
    <w:rsid w:val="000526FE"/>
    <w:rsid w:val="00052C71"/>
    <w:rsid w:val="00060C70"/>
    <w:rsid w:val="00062201"/>
    <w:rsid w:val="00064DF5"/>
    <w:rsid w:val="000663B2"/>
    <w:rsid w:val="00066CB1"/>
    <w:rsid w:val="000674EE"/>
    <w:rsid w:val="0007258A"/>
    <w:rsid w:val="00074E07"/>
    <w:rsid w:val="00075726"/>
    <w:rsid w:val="00076CCA"/>
    <w:rsid w:val="00082042"/>
    <w:rsid w:val="0008680E"/>
    <w:rsid w:val="000911F2"/>
    <w:rsid w:val="000915D2"/>
    <w:rsid w:val="00094BB9"/>
    <w:rsid w:val="00095B3F"/>
    <w:rsid w:val="00096AC2"/>
    <w:rsid w:val="000A42B5"/>
    <w:rsid w:val="000A4D66"/>
    <w:rsid w:val="000A6F56"/>
    <w:rsid w:val="000B1313"/>
    <w:rsid w:val="000B19CE"/>
    <w:rsid w:val="000B21A7"/>
    <w:rsid w:val="000B480B"/>
    <w:rsid w:val="000B59F7"/>
    <w:rsid w:val="000B5C10"/>
    <w:rsid w:val="000B7084"/>
    <w:rsid w:val="000C1ADA"/>
    <w:rsid w:val="000C23AF"/>
    <w:rsid w:val="000C24F8"/>
    <w:rsid w:val="000C259E"/>
    <w:rsid w:val="000C2AE1"/>
    <w:rsid w:val="000C3743"/>
    <w:rsid w:val="000C4124"/>
    <w:rsid w:val="000D545C"/>
    <w:rsid w:val="000D6420"/>
    <w:rsid w:val="000D6BF8"/>
    <w:rsid w:val="000D6E0F"/>
    <w:rsid w:val="000D7055"/>
    <w:rsid w:val="000E097B"/>
    <w:rsid w:val="000E1DDF"/>
    <w:rsid w:val="000E5F28"/>
    <w:rsid w:val="000F2C04"/>
    <w:rsid w:val="000F6C7B"/>
    <w:rsid w:val="000F7B99"/>
    <w:rsid w:val="000F7C73"/>
    <w:rsid w:val="00100B2C"/>
    <w:rsid w:val="00102C07"/>
    <w:rsid w:val="00107D6D"/>
    <w:rsid w:val="00112BE7"/>
    <w:rsid w:val="00115886"/>
    <w:rsid w:val="00116517"/>
    <w:rsid w:val="0011651D"/>
    <w:rsid w:val="001175F4"/>
    <w:rsid w:val="001217BA"/>
    <w:rsid w:val="0012352D"/>
    <w:rsid w:val="00125F24"/>
    <w:rsid w:val="00126497"/>
    <w:rsid w:val="00132919"/>
    <w:rsid w:val="00136222"/>
    <w:rsid w:val="00143BEB"/>
    <w:rsid w:val="00144026"/>
    <w:rsid w:val="00144C61"/>
    <w:rsid w:val="00145218"/>
    <w:rsid w:val="00152E2C"/>
    <w:rsid w:val="00154D28"/>
    <w:rsid w:val="00156510"/>
    <w:rsid w:val="0016153D"/>
    <w:rsid w:val="00164848"/>
    <w:rsid w:val="001653A0"/>
    <w:rsid w:val="001669ED"/>
    <w:rsid w:val="001718A1"/>
    <w:rsid w:val="00174490"/>
    <w:rsid w:val="00174C1E"/>
    <w:rsid w:val="00175C9A"/>
    <w:rsid w:val="0017625F"/>
    <w:rsid w:val="00176C45"/>
    <w:rsid w:val="00177B2A"/>
    <w:rsid w:val="00187657"/>
    <w:rsid w:val="001A3016"/>
    <w:rsid w:val="001A347F"/>
    <w:rsid w:val="001C2E72"/>
    <w:rsid w:val="001C46CC"/>
    <w:rsid w:val="001C5F65"/>
    <w:rsid w:val="001C66B4"/>
    <w:rsid w:val="001D24CC"/>
    <w:rsid w:val="001D668D"/>
    <w:rsid w:val="001D6A84"/>
    <w:rsid w:val="001E1E58"/>
    <w:rsid w:val="001E43DF"/>
    <w:rsid w:val="001E5D59"/>
    <w:rsid w:val="001F2F53"/>
    <w:rsid w:val="001F4E51"/>
    <w:rsid w:val="001F53F7"/>
    <w:rsid w:val="00200742"/>
    <w:rsid w:val="00200FCE"/>
    <w:rsid w:val="00201C05"/>
    <w:rsid w:val="002033E1"/>
    <w:rsid w:val="00204176"/>
    <w:rsid w:val="002042F1"/>
    <w:rsid w:val="00205144"/>
    <w:rsid w:val="00205636"/>
    <w:rsid w:val="0020654B"/>
    <w:rsid w:val="00211F31"/>
    <w:rsid w:val="002126E8"/>
    <w:rsid w:val="00212A3B"/>
    <w:rsid w:val="00212D37"/>
    <w:rsid w:val="0022208D"/>
    <w:rsid w:val="0022315F"/>
    <w:rsid w:val="00230643"/>
    <w:rsid w:val="00232ACD"/>
    <w:rsid w:val="00233204"/>
    <w:rsid w:val="002359EE"/>
    <w:rsid w:val="00237467"/>
    <w:rsid w:val="0023764E"/>
    <w:rsid w:val="00240C3D"/>
    <w:rsid w:val="00245FE2"/>
    <w:rsid w:val="00246934"/>
    <w:rsid w:val="00253573"/>
    <w:rsid w:val="00254AAD"/>
    <w:rsid w:val="002551B0"/>
    <w:rsid w:val="0026144E"/>
    <w:rsid w:val="00262B7A"/>
    <w:rsid w:val="00263031"/>
    <w:rsid w:val="00264D51"/>
    <w:rsid w:val="00267BB6"/>
    <w:rsid w:val="0027305B"/>
    <w:rsid w:val="002747CE"/>
    <w:rsid w:val="002768E4"/>
    <w:rsid w:val="00281185"/>
    <w:rsid w:val="00281267"/>
    <w:rsid w:val="0028338C"/>
    <w:rsid w:val="002846ED"/>
    <w:rsid w:val="0028617F"/>
    <w:rsid w:val="0029018F"/>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C6717"/>
    <w:rsid w:val="002C6FEC"/>
    <w:rsid w:val="002D00AD"/>
    <w:rsid w:val="002D1BF4"/>
    <w:rsid w:val="002D5B5B"/>
    <w:rsid w:val="002D615A"/>
    <w:rsid w:val="002E3A98"/>
    <w:rsid w:val="002E3E18"/>
    <w:rsid w:val="002E46EF"/>
    <w:rsid w:val="002F06EE"/>
    <w:rsid w:val="002F64E2"/>
    <w:rsid w:val="00300A22"/>
    <w:rsid w:val="003208DE"/>
    <w:rsid w:val="00320DDC"/>
    <w:rsid w:val="00326675"/>
    <w:rsid w:val="003327C5"/>
    <w:rsid w:val="003334AD"/>
    <w:rsid w:val="003403F1"/>
    <w:rsid w:val="00342019"/>
    <w:rsid w:val="00342A7D"/>
    <w:rsid w:val="00346054"/>
    <w:rsid w:val="003528CB"/>
    <w:rsid w:val="00352C29"/>
    <w:rsid w:val="0035454A"/>
    <w:rsid w:val="003606F7"/>
    <w:rsid w:val="00362D78"/>
    <w:rsid w:val="003648E0"/>
    <w:rsid w:val="003655AF"/>
    <w:rsid w:val="00370C19"/>
    <w:rsid w:val="00372718"/>
    <w:rsid w:val="00372AB8"/>
    <w:rsid w:val="00372F03"/>
    <w:rsid w:val="003762BF"/>
    <w:rsid w:val="00376F94"/>
    <w:rsid w:val="00377ED0"/>
    <w:rsid w:val="003858D6"/>
    <w:rsid w:val="00385D15"/>
    <w:rsid w:val="003901F8"/>
    <w:rsid w:val="003906B4"/>
    <w:rsid w:val="00391FB0"/>
    <w:rsid w:val="003924E6"/>
    <w:rsid w:val="00396D13"/>
    <w:rsid w:val="003A0C19"/>
    <w:rsid w:val="003A47FB"/>
    <w:rsid w:val="003A5132"/>
    <w:rsid w:val="003A5CAE"/>
    <w:rsid w:val="003A633B"/>
    <w:rsid w:val="003B0383"/>
    <w:rsid w:val="003B0B0F"/>
    <w:rsid w:val="003B16FD"/>
    <w:rsid w:val="003B22ED"/>
    <w:rsid w:val="003B7CC8"/>
    <w:rsid w:val="003C1AE0"/>
    <w:rsid w:val="003C4D24"/>
    <w:rsid w:val="003C58F3"/>
    <w:rsid w:val="003C782E"/>
    <w:rsid w:val="003D1322"/>
    <w:rsid w:val="003D3775"/>
    <w:rsid w:val="003D4CC9"/>
    <w:rsid w:val="003D59A8"/>
    <w:rsid w:val="003E0829"/>
    <w:rsid w:val="003E2540"/>
    <w:rsid w:val="003E66D7"/>
    <w:rsid w:val="003E6FD6"/>
    <w:rsid w:val="003F0E3C"/>
    <w:rsid w:val="003F0FE8"/>
    <w:rsid w:val="00401DB5"/>
    <w:rsid w:val="00403502"/>
    <w:rsid w:val="00404E5C"/>
    <w:rsid w:val="00406A0E"/>
    <w:rsid w:val="00420CC1"/>
    <w:rsid w:val="00421F03"/>
    <w:rsid w:val="00422005"/>
    <w:rsid w:val="0042259E"/>
    <w:rsid w:val="00423CFB"/>
    <w:rsid w:val="00426EB8"/>
    <w:rsid w:val="00435415"/>
    <w:rsid w:val="00435E02"/>
    <w:rsid w:val="00440C6B"/>
    <w:rsid w:val="0044352C"/>
    <w:rsid w:val="00446E63"/>
    <w:rsid w:val="0046084F"/>
    <w:rsid w:val="004610D6"/>
    <w:rsid w:val="00461D55"/>
    <w:rsid w:val="004633F3"/>
    <w:rsid w:val="00463886"/>
    <w:rsid w:val="00464D56"/>
    <w:rsid w:val="00467D4E"/>
    <w:rsid w:val="00473835"/>
    <w:rsid w:val="00475D7D"/>
    <w:rsid w:val="00476429"/>
    <w:rsid w:val="0047690D"/>
    <w:rsid w:val="004863B0"/>
    <w:rsid w:val="0048694B"/>
    <w:rsid w:val="00487B12"/>
    <w:rsid w:val="00490ABD"/>
    <w:rsid w:val="00490B73"/>
    <w:rsid w:val="004926D0"/>
    <w:rsid w:val="004939A2"/>
    <w:rsid w:val="00494163"/>
    <w:rsid w:val="004966DA"/>
    <w:rsid w:val="004A445E"/>
    <w:rsid w:val="004A65FA"/>
    <w:rsid w:val="004B1E9F"/>
    <w:rsid w:val="004B315A"/>
    <w:rsid w:val="004C1F0A"/>
    <w:rsid w:val="004C3136"/>
    <w:rsid w:val="004C3D94"/>
    <w:rsid w:val="004C6088"/>
    <w:rsid w:val="004C6689"/>
    <w:rsid w:val="004C7BC9"/>
    <w:rsid w:val="004D53C3"/>
    <w:rsid w:val="004D53FC"/>
    <w:rsid w:val="004D7234"/>
    <w:rsid w:val="004E2589"/>
    <w:rsid w:val="004E25A8"/>
    <w:rsid w:val="004E3C0E"/>
    <w:rsid w:val="004E6B3B"/>
    <w:rsid w:val="004E7551"/>
    <w:rsid w:val="004E7CC9"/>
    <w:rsid w:val="004F1809"/>
    <w:rsid w:val="004F4A55"/>
    <w:rsid w:val="004F5D8E"/>
    <w:rsid w:val="005012FE"/>
    <w:rsid w:val="00505358"/>
    <w:rsid w:val="00506594"/>
    <w:rsid w:val="0050772E"/>
    <w:rsid w:val="005103C7"/>
    <w:rsid w:val="0051267D"/>
    <w:rsid w:val="005150B2"/>
    <w:rsid w:val="00521D53"/>
    <w:rsid w:val="005229E5"/>
    <w:rsid w:val="005244A8"/>
    <w:rsid w:val="00527C0C"/>
    <w:rsid w:val="00531C47"/>
    <w:rsid w:val="00531EA4"/>
    <w:rsid w:val="0053344B"/>
    <w:rsid w:val="00534E6F"/>
    <w:rsid w:val="00540697"/>
    <w:rsid w:val="00547290"/>
    <w:rsid w:val="0055062F"/>
    <w:rsid w:val="00550BD1"/>
    <w:rsid w:val="005511C6"/>
    <w:rsid w:val="005550D4"/>
    <w:rsid w:val="00556771"/>
    <w:rsid w:val="00561A0F"/>
    <w:rsid w:val="00561F03"/>
    <w:rsid w:val="00562E2E"/>
    <w:rsid w:val="00562F16"/>
    <w:rsid w:val="005635D1"/>
    <w:rsid w:val="0056467F"/>
    <w:rsid w:val="00566437"/>
    <w:rsid w:val="00570E0F"/>
    <w:rsid w:val="00572C92"/>
    <w:rsid w:val="00582353"/>
    <w:rsid w:val="00591DCC"/>
    <w:rsid w:val="00593801"/>
    <w:rsid w:val="00595D9F"/>
    <w:rsid w:val="00596378"/>
    <w:rsid w:val="005A05B8"/>
    <w:rsid w:val="005A24E5"/>
    <w:rsid w:val="005A73A3"/>
    <w:rsid w:val="005E0883"/>
    <w:rsid w:val="005E192C"/>
    <w:rsid w:val="005E4244"/>
    <w:rsid w:val="005E4E67"/>
    <w:rsid w:val="005F5267"/>
    <w:rsid w:val="005F57D5"/>
    <w:rsid w:val="005F7669"/>
    <w:rsid w:val="00603FFB"/>
    <w:rsid w:val="00606630"/>
    <w:rsid w:val="0060732A"/>
    <w:rsid w:val="00611608"/>
    <w:rsid w:val="00612297"/>
    <w:rsid w:val="006130A9"/>
    <w:rsid w:val="00613AD9"/>
    <w:rsid w:val="006164C3"/>
    <w:rsid w:val="006222B8"/>
    <w:rsid w:val="00626AF5"/>
    <w:rsid w:val="00630420"/>
    <w:rsid w:val="0063248B"/>
    <w:rsid w:val="006333D4"/>
    <w:rsid w:val="006336D8"/>
    <w:rsid w:val="00636572"/>
    <w:rsid w:val="00642E49"/>
    <w:rsid w:val="00645DCF"/>
    <w:rsid w:val="0064725C"/>
    <w:rsid w:val="00647FC4"/>
    <w:rsid w:val="00657B0E"/>
    <w:rsid w:val="00660A05"/>
    <w:rsid w:val="0066110A"/>
    <w:rsid w:val="00663937"/>
    <w:rsid w:val="00664BDE"/>
    <w:rsid w:val="0066511C"/>
    <w:rsid w:val="0066521E"/>
    <w:rsid w:val="00665AF3"/>
    <w:rsid w:val="006674C9"/>
    <w:rsid w:val="006710C0"/>
    <w:rsid w:val="006731FB"/>
    <w:rsid w:val="00674D86"/>
    <w:rsid w:val="006803B0"/>
    <w:rsid w:val="00680D48"/>
    <w:rsid w:val="00681905"/>
    <w:rsid w:val="0068271C"/>
    <w:rsid w:val="00682BBE"/>
    <w:rsid w:val="00685C0B"/>
    <w:rsid w:val="006876D2"/>
    <w:rsid w:val="006879DE"/>
    <w:rsid w:val="006A7048"/>
    <w:rsid w:val="006A7AB6"/>
    <w:rsid w:val="006B4EC5"/>
    <w:rsid w:val="006B6064"/>
    <w:rsid w:val="006B6A82"/>
    <w:rsid w:val="006B7CD0"/>
    <w:rsid w:val="006C0B68"/>
    <w:rsid w:val="006C167B"/>
    <w:rsid w:val="006C1720"/>
    <w:rsid w:val="006C4BD1"/>
    <w:rsid w:val="006C4D38"/>
    <w:rsid w:val="006C7751"/>
    <w:rsid w:val="006D0195"/>
    <w:rsid w:val="006D490F"/>
    <w:rsid w:val="006D5CAA"/>
    <w:rsid w:val="006D7ED2"/>
    <w:rsid w:val="006E3CC9"/>
    <w:rsid w:val="006E45A0"/>
    <w:rsid w:val="006E76D5"/>
    <w:rsid w:val="006F28BE"/>
    <w:rsid w:val="006F46F7"/>
    <w:rsid w:val="006F47BC"/>
    <w:rsid w:val="006F5B87"/>
    <w:rsid w:val="006F7841"/>
    <w:rsid w:val="0070499B"/>
    <w:rsid w:val="00704FEE"/>
    <w:rsid w:val="00705773"/>
    <w:rsid w:val="007075A3"/>
    <w:rsid w:val="00707E7A"/>
    <w:rsid w:val="007104A1"/>
    <w:rsid w:val="007146E4"/>
    <w:rsid w:val="00716A91"/>
    <w:rsid w:val="00716C86"/>
    <w:rsid w:val="00720E3E"/>
    <w:rsid w:val="00726839"/>
    <w:rsid w:val="00727584"/>
    <w:rsid w:val="00727689"/>
    <w:rsid w:val="0072789D"/>
    <w:rsid w:val="00727FF5"/>
    <w:rsid w:val="00731271"/>
    <w:rsid w:val="0073372A"/>
    <w:rsid w:val="00735796"/>
    <w:rsid w:val="00735A3A"/>
    <w:rsid w:val="0073642E"/>
    <w:rsid w:val="00737307"/>
    <w:rsid w:val="0074370A"/>
    <w:rsid w:val="007451F1"/>
    <w:rsid w:val="00747C49"/>
    <w:rsid w:val="007535ED"/>
    <w:rsid w:val="00753EFD"/>
    <w:rsid w:val="00755BE7"/>
    <w:rsid w:val="007564A7"/>
    <w:rsid w:val="00756B7F"/>
    <w:rsid w:val="007610B8"/>
    <w:rsid w:val="00761D7C"/>
    <w:rsid w:val="007643D0"/>
    <w:rsid w:val="00765A0F"/>
    <w:rsid w:val="00773EA3"/>
    <w:rsid w:val="007810E1"/>
    <w:rsid w:val="00781D5C"/>
    <w:rsid w:val="00786130"/>
    <w:rsid w:val="00787167"/>
    <w:rsid w:val="00794FD0"/>
    <w:rsid w:val="00795EAC"/>
    <w:rsid w:val="00797D19"/>
    <w:rsid w:val="00797D8F"/>
    <w:rsid w:val="007A199D"/>
    <w:rsid w:val="007A1DE0"/>
    <w:rsid w:val="007A427E"/>
    <w:rsid w:val="007B1095"/>
    <w:rsid w:val="007B3401"/>
    <w:rsid w:val="007B7668"/>
    <w:rsid w:val="007C0B9C"/>
    <w:rsid w:val="007C0C1F"/>
    <w:rsid w:val="007C177D"/>
    <w:rsid w:val="007C4CFB"/>
    <w:rsid w:val="007C604C"/>
    <w:rsid w:val="007D150A"/>
    <w:rsid w:val="007D452E"/>
    <w:rsid w:val="007D5250"/>
    <w:rsid w:val="007D545A"/>
    <w:rsid w:val="007E3262"/>
    <w:rsid w:val="007E5772"/>
    <w:rsid w:val="007E654E"/>
    <w:rsid w:val="007F078B"/>
    <w:rsid w:val="007F2CE6"/>
    <w:rsid w:val="007F3944"/>
    <w:rsid w:val="007F44E8"/>
    <w:rsid w:val="007F49ED"/>
    <w:rsid w:val="008000D7"/>
    <w:rsid w:val="008007E2"/>
    <w:rsid w:val="00803DD9"/>
    <w:rsid w:val="00804615"/>
    <w:rsid w:val="00805107"/>
    <w:rsid w:val="00807879"/>
    <w:rsid w:val="00811FFB"/>
    <w:rsid w:val="00813406"/>
    <w:rsid w:val="0081395D"/>
    <w:rsid w:val="00814945"/>
    <w:rsid w:val="00815B0C"/>
    <w:rsid w:val="008254A7"/>
    <w:rsid w:val="008325E1"/>
    <w:rsid w:val="00834585"/>
    <w:rsid w:val="00840195"/>
    <w:rsid w:val="00841D8B"/>
    <w:rsid w:val="00841E5A"/>
    <w:rsid w:val="00844C36"/>
    <w:rsid w:val="00845209"/>
    <w:rsid w:val="008454CD"/>
    <w:rsid w:val="00847DD0"/>
    <w:rsid w:val="00852520"/>
    <w:rsid w:val="00860DF0"/>
    <w:rsid w:val="00863CD5"/>
    <w:rsid w:val="00867DA5"/>
    <w:rsid w:val="00871F2A"/>
    <w:rsid w:val="008723AA"/>
    <w:rsid w:val="00872C61"/>
    <w:rsid w:val="00883B73"/>
    <w:rsid w:val="00884824"/>
    <w:rsid w:val="00892971"/>
    <w:rsid w:val="008929D8"/>
    <w:rsid w:val="0089608F"/>
    <w:rsid w:val="00897FFE"/>
    <w:rsid w:val="008A2313"/>
    <w:rsid w:val="008A63E2"/>
    <w:rsid w:val="008B04BC"/>
    <w:rsid w:val="008B3032"/>
    <w:rsid w:val="008B3647"/>
    <w:rsid w:val="008B5144"/>
    <w:rsid w:val="008B73BF"/>
    <w:rsid w:val="008B78B6"/>
    <w:rsid w:val="008B7C96"/>
    <w:rsid w:val="008C06A3"/>
    <w:rsid w:val="008C316C"/>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7A8"/>
    <w:rsid w:val="008F6BE0"/>
    <w:rsid w:val="008F6C1E"/>
    <w:rsid w:val="008F71C4"/>
    <w:rsid w:val="00900B7A"/>
    <w:rsid w:val="00904B23"/>
    <w:rsid w:val="00912FA0"/>
    <w:rsid w:val="00920AC1"/>
    <w:rsid w:val="009225BE"/>
    <w:rsid w:val="00922C31"/>
    <w:rsid w:val="00924EBE"/>
    <w:rsid w:val="00930AE1"/>
    <w:rsid w:val="00935630"/>
    <w:rsid w:val="00940CE4"/>
    <w:rsid w:val="00944E6E"/>
    <w:rsid w:val="0094563E"/>
    <w:rsid w:val="00945E93"/>
    <w:rsid w:val="00946275"/>
    <w:rsid w:val="00947937"/>
    <w:rsid w:val="00950A62"/>
    <w:rsid w:val="0095274F"/>
    <w:rsid w:val="00952A97"/>
    <w:rsid w:val="00955FB6"/>
    <w:rsid w:val="00957CDC"/>
    <w:rsid w:val="00961F91"/>
    <w:rsid w:val="00962678"/>
    <w:rsid w:val="00963B7A"/>
    <w:rsid w:val="00964EF6"/>
    <w:rsid w:val="009679F5"/>
    <w:rsid w:val="00970F8D"/>
    <w:rsid w:val="00971D69"/>
    <w:rsid w:val="0097748D"/>
    <w:rsid w:val="00980475"/>
    <w:rsid w:val="0098052B"/>
    <w:rsid w:val="00983E47"/>
    <w:rsid w:val="0098600A"/>
    <w:rsid w:val="00987177"/>
    <w:rsid w:val="00993638"/>
    <w:rsid w:val="009947B4"/>
    <w:rsid w:val="00995246"/>
    <w:rsid w:val="009A2A1B"/>
    <w:rsid w:val="009A2C2D"/>
    <w:rsid w:val="009A499D"/>
    <w:rsid w:val="009B262F"/>
    <w:rsid w:val="009B6395"/>
    <w:rsid w:val="009D02AE"/>
    <w:rsid w:val="009D16AB"/>
    <w:rsid w:val="009D343D"/>
    <w:rsid w:val="009D47F5"/>
    <w:rsid w:val="009D5EC5"/>
    <w:rsid w:val="009D60E3"/>
    <w:rsid w:val="009D7CE0"/>
    <w:rsid w:val="009E2C79"/>
    <w:rsid w:val="009E4C39"/>
    <w:rsid w:val="009E5EC6"/>
    <w:rsid w:val="009F176A"/>
    <w:rsid w:val="009F210B"/>
    <w:rsid w:val="009F3DB3"/>
    <w:rsid w:val="009F6C8A"/>
    <w:rsid w:val="00A05BA8"/>
    <w:rsid w:val="00A06236"/>
    <w:rsid w:val="00A10B87"/>
    <w:rsid w:val="00A15DDD"/>
    <w:rsid w:val="00A1642F"/>
    <w:rsid w:val="00A170BD"/>
    <w:rsid w:val="00A2018D"/>
    <w:rsid w:val="00A20BFA"/>
    <w:rsid w:val="00A21251"/>
    <w:rsid w:val="00A23909"/>
    <w:rsid w:val="00A25803"/>
    <w:rsid w:val="00A268A5"/>
    <w:rsid w:val="00A26A2B"/>
    <w:rsid w:val="00A26DDA"/>
    <w:rsid w:val="00A274A5"/>
    <w:rsid w:val="00A32095"/>
    <w:rsid w:val="00A32F4F"/>
    <w:rsid w:val="00A338CC"/>
    <w:rsid w:val="00A35AAF"/>
    <w:rsid w:val="00A37000"/>
    <w:rsid w:val="00A41C1D"/>
    <w:rsid w:val="00A43226"/>
    <w:rsid w:val="00A43B55"/>
    <w:rsid w:val="00A44023"/>
    <w:rsid w:val="00A5214F"/>
    <w:rsid w:val="00A52429"/>
    <w:rsid w:val="00A56776"/>
    <w:rsid w:val="00A57DF2"/>
    <w:rsid w:val="00A61038"/>
    <w:rsid w:val="00A66EC9"/>
    <w:rsid w:val="00A7004A"/>
    <w:rsid w:val="00A72E9D"/>
    <w:rsid w:val="00A74649"/>
    <w:rsid w:val="00A769A3"/>
    <w:rsid w:val="00A76BD6"/>
    <w:rsid w:val="00A777AE"/>
    <w:rsid w:val="00A8212B"/>
    <w:rsid w:val="00A85F15"/>
    <w:rsid w:val="00A865DA"/>
    <w:rsid w:val="00A903B3"/>
    <w:rsid w:val="00A90492"/>
    <w:rsid w:val="00A92081"/>
    <w:rsid w:val="00A92C08"/>
    <w:rsid w:val="00A9541A"/>
    <w:rsid w:val="00A96A8C"/>
    <w:rsid w:val="00A97D13"/>
    <w:rsid w:val="00AA0163"/>
    <w:rsid w:val="00AA0CBB"/>
    <w:rsid w:val="00AA2FC5"/>
    <w:rsid w:val="00AA3C72"/>
    <w:rsid w:val="00AA7D22"/>
    <w:rsid w:val="00AB192C"/>
    <w:rsid w:val="00AC26BD"/>
    <w:rsid w:val="00AC2DD6"/>
    <w:rsid w:val="00AC4DB4"/>
    <w:rsid w:val="00AC61B8"/>
    <w:rsid w:val="00AC63CB"/>
    <w:rsid w:val="00AC6EDD"/>
    <w:rsid w:val="00AE0764"/>
    <w:rsid w:val="00AE2FD8"/>
    <w:rsid w:val="00AE5542"/>
    <w:rsid w:val="00AE61E7"/>
    <w:rsid w:val="00AF2276"/>
    <w:rsid w:val="00AF5E2E"/>
    <w:rsid w:val="00AF5F74"/>
    <w:rsid w:val="00B00E27"/>
    <w:rsid w:val="00B05B0F"/>
    <w:rsid w:val="00B0669E"/>
    <w:rsid w:val="00B06B9B"/>
    <w:rsid w:val="00B1084B"/>
    <w:rsid w:val="00B11A0D"/>
    <w:rsid w:val="00B12222"/>
    <w:rsid w:val="00B15368"/>
    <w:rsid w:val="00B154EE"/>
    <w:rsid w:val="00B2088B"/>
    <w:rsid w:val="00B239B4"/>
    <w:rsid w:val="00B25B6B"/>
    <w:rsid w:val="00B31395"/>
    <w:rsid w:val="00B40484"/>
    <w:rsid w:val="00B40633"/>
    <w:rsid w:val="00B4132B"/>
    <w:rsid w:val="00B45F35"/>
    <w:rsid w:val="00B51865"/>
    <w:rsid w:val="00B53CB7"/>
    <w:rsid w:val="00B5424E"/>
    <w:rsid w:val="00B554C2"/>
    <w:rsid w:val="00B6168F"/>
    <w:rsid w:val="00B638AB"/>
    <w:rsid w:val="00B66694"/>
    <w:rsid w:val="00B70023"/>
    <w:rsid w:val="00B71760"/>
    <w:rsid w:val="00B723AF"/>
    <w:rsid w:val="00B72909"/>
    <w:rsid w:val="00B826FD"/>
    <w:rsid w:val="00B82A12"/>
    <w:rsid w:val="00B82E75"/>
    <w:rsid w:val="00B85180"/>
    <w:rsid w:val="00B85257"/>
    <w:rsid w:val="00B908A9"/>
    <w:rsid w:val="00B91ADB"/>
    <w:rsid w:val="00B963CC"/>
    <w:rsid w:val="00B96956"/>
    <w:rsid w:val="00BA41B8"/>
    <w:rsid w:val="00BA5F37"/>
    <w:rsid w:val="00BA7171"/>
    <w:rsid w:val="00BB36A5"/>
    <w:rsid w:val="00BB395B"/>
    <w:rsid w:val="00BB3983"/>
    <w:rsid w:val="00BC0347"/>
    <w:rsid w:val="00BC2AAD"/>
    <w:rsid w:val="00BC48A0"/>
    <w:rsid w:val="00BC7227"/>
    <w:rsid w:val="00BD0098"/>
    <w:rsid w:val="00BD197F"/>
    <w:rsid w:val="00BD28F6"/>
    <w:rsid w:val="00BD5077"/>
    <w:rsid w:val="00BD54A3"/>
    <w:rsid w:val="00BD58C8"/>
    <w:rsid w:val="00BD5E7F"/>
    <w:rsid w:val="00BE1A4D"/>
    <w:rsid w:val="00BE2DFC"/>
    <w:rsid w:val="00BE654D"/>
    <w:rsid w:val="00BE7126"/>
    <w:rsid w:val="00BF1202"/>
    <w:rsid w:val="00BF133A"/>
    <w:rsid w:val="00BF29BC"/>
    <w:rsid w:val="00BF407C"/>
    <w:rsid w:val="00BF5457"/>
    <w:rsid w:val="00BF5F7C"/>
    <w:rsid w:val="00BF68C8"/>
    <w:rsid w:val="00BF6A4B"/>
    <w:rsid w:val="00BF7A85"/>
    <w:rsid w:val="00C06298"/>
    <w:rsid w:val="00C14AEC"/>
    <w:rsid w:val="00C163EF"/>
    <w:rsid w:val="00C177E3"/>
    <w:rsid w:val="00C30D9B"/>
    <w:rsid w:val="00C30DA7"/>
    <w:rsid w:val="00C3201A"/>
    <w:rsid w:val="00C41BBF"/>
    <w:rsid w:val="00C42B10"/>
    <w:rsid w:val="00C43B1E"/>
    <w:rsid w:val="00C43E2F"/>
    <w:rsid w:val="00C46B12"/>
    <w:rsid w:val="00C46BBC"/>
    <w:rsid w:val="00C50193"/>
    <w:rsid w:val="00C5023F"/>
    <w:rsid w:val="00C5102E"/>
    <w:rsid w:val="00C52F2D"/>
    <w:rsid w:val="00C52FBD"/>
    <w:rsid w:val="00C5571F"/>
    <w:rsid w:val="00C57E63"/>
    <w:rsid w:val="00C60B2E"/>
    <w:rsid w:val="00C74515"/>
    <w:rsid w:val="00C7579D"/>
    <w:rsid w:val="00C76CE0"/>
    <w:rsid w:val="00C8371F"/>
    <w:rsid w:val="00C863AE"/>
    <w:rsid w:val="00C86682"/>
    <w:rsid w:val="00C869BE"/>
    <w:rsid w:val="00C87FB5"/>
    <w:rsid w:val="00C91E96"/>
    <w:rsid w:val="00C92420"/>
    <w:rsid w:val="00C95CB2"/>
    <w:rsid w:val="00CA3267"/>
    <w:rsid w:val="00CA5151"/>
    <w:rsid w:val="00CB12B9"/>
    <w:rsid w:val="00CC3CC1"/>
    <w:rsid w:val="00CC6626"/>
    <w:rsid w:val="00CD01B9"/>
    <w:rsid w:val="00CD0898"/>
    <w:rsid w:val="00CD11B4"/>
    <w:rsid w:val="00CD12D8"/>
    <w:rsid w:val="00CD1935"/>
    <w:rsid w:val="00CD3E6E"/>
    <w:rsid w:val="00CD48DA"/>
    <w:rsid w:val="00CD5407"/>
    <w:rsid w:val="00CE364A"/>
    <w:rsid w:val="00CE635F"/>
    <w:rsid w:val="00CE6E2F"/>
    <w:rsid w:val="00CE7F25"/>
    <w:rsid w:val="00CF42C1"/>
    <w:rsid w:val="00CF6C7D"/>
    <w:rsid w:val="00CF6F83"/>
    <w:rsid w:val="00CF7CF3"/>
    <w:rsid w:val="00D0300B"/>
    <w:rsid w:val="00D03C4B"/>
    <w:rsid w:val="00D07FE1"/>
    <w:rsid w:val="00D11FA6"/>
    <w:rsid w:val="00D20698"/>
    <w:rsid w:val="00D22D05"/>
    <w:rsid w:val="00D232B8"/>
    <w:rsid w:val="00D247B5"/>
    <w:rsid w:val="00D3527A"/>
    <w:rsid w:val="00D35F88"/>
    <w:rsid w:val="00D37757"/>
    <w:rsid w:val="00D378F3"/>
    <w:rsid w:val="00D44D3C"/>
    <w:rsid w:val="00D4639A"/>
    <w:rsid w:val="00D47D23"/>
    <w:rsid w:val="00D54095"/>
    <w:rsid w:val="00D55A49"/>
    <w:rsid w:val="00D56CDE"/>
    <w:rsid w:val="00D57B01"/>
    <w:rsid w:val="00D6011E"/>
    <w:rsid w:val="00D62819"/>
    <w:rsid w:val="00D62B5B"/>
    <w:rsid w:val="00D63883"/>
    <w:rsid w:val="00D63899"/>
    <w:rsid w:val="00D63DBC"/>
    <w:rsid w:val="00D65ACB"/>
    <w:rsid w:val="00D72129"/>
    <w:rsid w:val="00D73B47"/>
    <w:rsid w:val="00D803FD"/>
    <w:rsid w:val="00D807A1"/>
    <w:rsid w:val="00D84C8B"/>
    <w:rsid w:val="00D85443"/>
    <w:rsid w:val="00D908F8"/>
    <w:rsid w:val="00D90DE5"/>
    <w:rsid w:val="00D914AD"/>
    <w:rsid w:val="00D921F8"/>
    <w:rsid w:val="00DA1484"/>
    <w:rsid w:val="00DA4177"/>
    <w:rsid w:val="00DA51CC"/>
    <w:rsid w:val="00DA633F"/>
    <w:rsid w:val="00DA71FA"/>
    <w:rsid w:val="00DA75A8"/>
    <w:rsid w:val="00DB6EDE"/>
    <w:rsid w:val="00DC47AE"/>
    <w:rsid w:val="00DD1B39"/>
    <w:rsid w:val="00DD3DC4"/>
    <w:rsid w:val="00DD594C"/>
    <w:rsid w:val="00DD78C5"/>
    <w:rsid w:val="00DD78EF"/>
    <w:rsid w:val="00DE706F"/>
    <w:rsid w:val="00DF57FE"/>
    <w:rsid w:val="00E031BB"/>
    <w:rsid w:val="00E04053"/>
    <w:rsid w:val="00E10FCA"/>
    <w:rsid w:val="00E14232"/>
    <w:rsid w:val="00E172A6"/>
    <w:rsid w:val="00E20CDE"/>
    <w:rsid w:val="00E2127F"/>
    <w:rsid w:val="00E226F9"/>
    <w:rsid w:val="00E27AA0"/>
    <w:rsid w:val="00E31834"/>
    <w:rsid w:val="00E31BC5"/>
    <w:rsid w:val="00E3472A"/>
    <w:rsid w:val="00E40C55"/>
    <w:rsid w:val="00E412BB"/>
    <w:rsid w:val="00E46C16"/>
    <w:rsid w:val="00E50701"/>
    <w:rsid w:val="00E529AF"/>
    <w:rsid w:val="00E53FAC"/>
    <w:rsid w:val="00E54F51"/>
    <w:rsid w:val="00E63E6B"/>
    <w:rsid w:val="00E7790D"/>
    <w:rsid w:val="00E8142F"/>
    <w:rsid w:val="00E84463"/>
    <w:rsid w:val="00E84570"/>
    <w:rsid w:val="00E86277"/>
    <w:rsid w:val="00E86402"/>
    <w:rsid w:val="00E92332"/>
    <w:rsid w:val="00E931E8"/>
    <w:rsid w:val="00E934E7"/>
    <w:rsid w:val="00E95259"/>
    <w:rsid w:val="00EA2B33"/>
    <w:rsid w:val="00EA68A5"/>
    <w:rsid w:val="00EA7B44"/>
    <w:rsid w:val="00EB5407"/>
    <w:rsid w:val="00EB7A3D"/>
    <w:rsid w:val="00EC54EE"/>
    <w:rsid w:val="00ED03B9"/>
    <w:rsid w:val="00ED0A98"/>
    <w:rsid w:val="00ED3F2C"/>
    <w:rsid w:val="00ED44FB"/>
    <w:rsid w:val="00ED7875"/>
    <w:rsid w:val="00EE109B"/>
    <w:rsid w:val="00EE214C"/>
    <w:rsid w:val="00EE3A60"/>
    <w:rsid w:val="00EF1D40"/>
    <w:rsid w:val="00EF4859"/>
    <w:rsid w:val="00EF5204"/>
    <w:rsid w:val="00EF6E8C"/>
    <w:rsid w:val="00F017FE"/>
    <w:rsid w:val="00F02043"/>
    <w:rsid w:val="00F04FB6"/>
    <w:rsid w:val="00F060DD"/>
    <w:rsid w:val="00F06CAF"/>
    <w:rsid w:val="00F11846"/>
    <w:rsid w:val="00F12BDD"/>
    <w:rsid w:val="00F232E9"/>
    <w:rsid w:val="00F24385"/>
    <w:rsid w:val="00F274E5"/>
    <w:rsid w:val="00F275BC"/>
    <w:rsid w:val="00F30CFF"/>
    <w:rsid w:val="00F32418"/>
    <w:rsid w:val="00F3265A"/>
    <w:rsid w:val="00F33597"/>
    <w:rsid w:val="00F33E9D"/>
    <w:rsid w:val="00F342E7"/>
    <w:rsid w:val="00F34D74"/>
    <w:rsid w:val="00F413B8"/>
    <w:rsid w:val="00F46D2D"/>
    <w:rsid w:val="00F50351"/>
    <w:rsid w:val="00F50374"/>
    <w:rsid w:val="00F512D4"/>
    <w:rsid w:val="00F57E0B"/>
    <w:rsid w:val="00F60609"/>
    <w:rsid w:val="00F60636"/>
    <w:rsid w:val="00F607DA"/>
    <w:rsid w:val="00F61DF2"/>
    <w:rsid w:val="00F627D8"/>
    <w:rsid w:val="00F65412"/>
    <w:rsid w:val="00F664AD"/>
    <w:rsid w:val="00F67F8C"/>
    <w:rsid w:val="00F71CCE"/>
    <w:rsid w:val="00F723B3"/>
    <w:rsid w:val="00F74140"/>
    <w:rsid w:val="00F7468A"/>
    <w:rsid w:val="00F773FA"/>
    <w:rsid w:val="00F807B9"/>
    <w:rsid w:val="00F853F2"/>
    <w:rsid w:val="00F9006C"/>
    <w:rsid w:val="00F90EDE"/>
    <w:rsid w:val="00F91035"/>
    <w:rsid w:val="00F92B0A"/>
    <w:rsid w:val="00F93A07"/>
    <w:rsid w:val="00F94D32"/>
    <w:rsid w:val="00F960F2"/>
    <w:rsid w:val="00F963BD"/>
    <w:rsid w:val="00F96602"/>
    <w:rsid w:val="00FA287C"/>
    <w:rsid w:val="00FA2AFB"/>
    <w:rsid w:val="00FA421B"/>
    <w:rsid w:val="00FA777E"/>
    <w:rsid w:val="00FB12B6"/>
    <w:rsid w:val="00FB2CA1"/>
    <w:rsid w:val="00FB32B8"/>
    <w:rsid w:val="00FB4B14"/>
    <w:rsid w:val="00FB511D"/>
    <w:rsid w:val="00FB604C"/>
    <w:rsid w:val="00FB60EB"/>
    <w:rsid w:val="00FB6D32"/>
    <w:rsid w:val="00FC1424"/>
    <w:rsid w:val="00FC1C34"/>
    <w:rsid w:val="00FC22B1"/>
    <w:rsid w:val="00FC5031"/>
    <w:rsid w:val="00FC5D46"/>
    <w:rsid w:val="00FD4634"/>
    <w:rsid w:val="00FD4BF2"/>
    <w:rsid w:val="00FD5881"/>
    <w:rsid w:val="00FE2065"/>
    <w:rsid w:val="00FE2E86"/>
    <w:rsid w:val="00FE308B"/>
    <w:rsid w:val="00FE5455"/>
    <w:rsid w:val="00FE7045"/>
    <w:rsid w:val="00FF02F0"/>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meris.susta@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
      <w:docPartPr>
        <w:name w:val="D51591ACB99F4C8184B7F3377FD2ED30"/>
        <w:category>
          <w:name w:val="Üldine"/>
          <w:gallery w:val="placeholder"/>
        </w:category>
        <w:types>
          <w:type w:val="bbPlcHdr"/>
        </w:types>
        <w:behaviors>
          <w:behavior w:val="content"/>
        </w:behaviors>
        <w:guid w:val="{4EDB1187-E621-4F28-A4FA-AA3FE899734A}"/>
      </w:docPartPr>
      <w:docPartBody>
        <w:p w:rsidR="001B3D71" w:rsidRDefault="00A81363" w:rsidP="00A81363">
          <w:pPr>
            <w:pStyle w:val="D51591ACB99F4C8184B7F3377FD2ED30"/>
          </w:pPr>
          <w:r w:rsidRPr="003F6A59">
            <w:rPr>
              <w:rStyle w:val="Kohatitetekst"/>
            </w:rPr>
            <w:t>[Company]</w:t>
          </w:r>
        </w:p>
      </w:docPartBody>
    </w:docPart>
    <w:docPart>
      <w:docPartPr>
        <w:name w:val="7F05662DB5404E3C9EA010709AA0576E"/>
        <w:category>
          <w:name w:val="Üldine"/>
          <w:gallery w:val="placeholder"/>
        </w:category>
        <w:types>
          <w:type w:val="bbPlcHdr"/>
        </w:types>
        <w:behaviors>
          <w:behavior w:val="content"/>
        </w:behaviors>
        <w:guid w:val="{BEAA8437-B70F-44ED-A2C6-9108B7BE8F05}"/>
      </w:docPartPr>
      <w:docPartBody>
        <w:p w:rsidR="001B3D71" w:rsidRDefault="00A81363" w:rsidP="00A81363">
          <w:pPr>
            <w:pStyle w:val="7F05662DB5404E3C9EA010709AA0576E"/>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678A1"/>
    <w:rsid w:val="00072B28"/>
    <w:rsid w:val="00081706"/>
    <w:rsid w:val="00137498"/>
    <w:rsid w:val="0016358B"/>
    <w:rsid w:val="00170480"/>
    <w:rsid w:val="0018551C"/>
    <w:rsid w:val="00190188"/>
    <w:rsid w:val="00193892"/>
    <w:rsid w:val="001B3D71"/>
    <w:rsid w:val="002042F1"/>
    <w:rsid w:val="00244970"/>
    <w:rsid w:val="00252447"/>
    <w:rsid w:val="00254FCF"/>
    <w:rsid w:val="002D10E3"/>
    <w:rsid w:val="002E144C"/>
    <w:rsid w:val="002F2D3C"/>
    <w:rsid w:val="002F41D3"/>
    <w:rsid w:val="002F4347"/>
    <w:rsid w:val="00351194"/>
    <w:rsid w:val="00351FD1"/>
    <w:rsid w:val="00362239"/>
    <w:rsid w:val="0038008E"/>
    <w:rsid w:val="003A5132"/>
    <w:rsid w:val="003C6885"/>
    <w:rsid w:val="003E2540"/>
    <w:rsid w:val="00433F39"/>
    <w:rsid w:val="00456B7E"/>
    <w:rsid w:val="004617F3"/>
    <w:rsid w:val="00486B87"/>
    <w:rsid w:val="00491275"/>
    <w:rsid w:val="00497424"/>
    <w:rsid w:val="004A7261"/>
    <w:rsid w:val="004B2DE6"/>
    <w:rsid w:val="004D122A"/>
    <w:rsid w:val="004F6639"/>
    <w:rsid w:val="00517522"/>
    <w:rsid w:val="00523061"/>
    <w:rsid w:val="0053141C"/>
    <w:rsid w:val="0054460F"/>
    <w:rsid w:val="00551D60"/>
    <w:rsid w:val="00580437"/>
    <w:rsid w:val="00590DDE"/>
    <w:rsid w:val="00593D81"/>
    <w:rsid w:val="005A5431"/>
    <w:rsid w:val="005A6189"/>
    <w:rsid w:val="0063290D"/>
    <w:rsid w:val="006442A0"/>
    <w:rsid w:val="00647B8F"/>
    <w:rsid w:val="00664D6B"/>
    <w:rsid w:val="0067752A"/>
    <w:rsid w:val="00680394"/>
    <w:rsid w:val="00696560"/>
    <w:rsid w:val="006B0FE0"/>
    <w:rsid w:val="006C4268"/>
    <w:rsid w:val="006E2496"/>
    <w:rsid w:val="006F484C"/>
    <w:rsid w:val="00716A91"/>
    <w:rsid w:val="00755BE7"/>
    <w:rsid w:val="007618A0"/>
    <w:rsid w:val="00774524"/>
    <w:rsid w:val="00782078"/>
    <w:rsid w:val="0078799E"/>
    <w:rsid w:val="007B52D5"/>
    <w:rsid w:val="007D526B"/>
    <w:rsid w:val="00801A2E"/>
    <w:rsid w:val="00803940"/>
    <w:rsid w:val="00826665"/>
    <w:rsid w:val="00870CEF"/>
    <w:rsid w:val="00892678"/>
    <w:rsid w:val="008F67E6"/>
    <w:rsid w:val="009045EF"/>
    <w:rsid w:val="00914169"/>
    <w:rsid w:val="009200D6"/>
    <w:rsid w:val="009267EA"/>
    <w:rsid w:val="0094449D"/>
    <w:rsid w:val="00951C2D"/>
    <w:rsid w:val="00952AC1"/>
    <w:rsid w:val="00963822"/>
    <w:rsid w:val="00976593"/>
    <w:rsid w:val="009773B6"/>
    <w:rsid w:val="00977E60"/>
    <w:rsid w:val="009848A8"/>
    <w:rsid w:val="009932A9"/>
    <w:rsid w:val="009A5C01"/>
    <w:rsid w:val="009B5E11"/>
    <w:rsid w:val="009B66C1"/>
    <w:rsid w:val="009D5A99"/>
    <w:rsid w:val="009E2EBC"/>
    <w:rsid w:val="009F2739"/>
    <w:rsid w:val="00A1078C"/>
    <w:rsid w:val="00A20522"/>
    <w:rsid w:val="00A34B35"/>
    <w:rsid w:val="00A7539A"/>
    <w:rsid w:val="00A77724"/>
    <w:rsid w:val="00A81363"/>
    <w:rsid w:val="00AB6A2C"/>
    <w:rsid w:val="00AB745C"/>
    <w:rsid w:val="00AB7783"/>
    <w:rsid w:val="00AC021F"/>
    <w:rsid w:val="00AC61B8"/>
    <w:rsid w:val="00AE27C3"/>
    <w:rsid w:val="00B06A5C"/>
    <w:rsid w:val="00B25BB4"/>
    <w:rsid w:val="00B30BA5"/>
    <w:rsid w:val="00B32772"/>
    <w:rsid w:val="00B55279"/>
    <w:rsid w:val="00B612B5"/>
    <w:rsid w:val="00B65031"/>
    <w:rsid w:val="00B82D72"/>
    <w:rsid w:val="00BA48F4"/>
    <w:rsid w:val="00BA7C7D"/>
    <w:rsid w:val="00BD445D"/>
    <w:rsid w:val="00C11BB1"/>
    <w:rsid w:val="00C15E92"/>
    <w:rsid w:val="00C33B34"/>
    <w:rsid w:val="00C42131"/>
    <w:rsid w:val="00C967F0"/>
    <w:rsid w:val="00CA3281"/>
    <w:rsid w:val="00CD1D06"/>
    <w:rsid w:val="00D23F46"/>
    <w:rsid w:val="00D51F72"/>
    <w:rsid w:val="00D52DC6"/>
    <w:rsid w:val="00D56455"/>
    <w:rsid w:val="00D60B10"/>
    <w:rsid w:val="00D75D47"/>
    <w:rsid w:val="00D76BBE"/>
    <w:rsid w:val="00DA13A4"/>
    <w:rsid w:val="00DB0041"/>
    <w:rsid w:val="00DB3619"/>
    <w:rsid w:val="00DD1050"/>
    <w:rsid w:val="00DE7E8F"/>
    <w:rsid w:val="00E3472A"/>
    <w:rsid w:val="00E47491"/>
    <w:rsid w:val="00E75BCC"/>
    <w:rsid w:val="00E75C7C"/>
    <w:rsid w:val="00E84570"/>
    <w:rsid w:val="00EC7277"/>
    <w:rsid w:val="00ED0DFC"/>
    <w:rsid w:val="00ED5600"/>
    <w:rsid w:val="00F30BB5"/>
    <w:rsid w:val="00F854CD"/>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 w:type="paragraph" w:customStyle="1" w:styleId="D51591ACB99F4C8184B7F3377FD2ED30">
    <w:name w:val="D51591ACB99F4C8184B7F3377FD2ED30"/>
    <w:rsid w:val="00A81363"/>
    <w:pPr>
      <w:spacing w:line="278" w:lineRule="auto"/>
    </w:pPr>
    <w:rPr>
      <w:kern w:val="2"/>
      <w:sz w:val="24"/>
      <w:szCs w:val="24"/>
      <w14:ligatures w14:val="standardContextual"/>
    </w:rPr>
  </w:style>
  <w:style w:type="paragraph" w:customStyle="1" w:styleId="7F05662DB5404E3C9EA010709AA0576E">
    <w:name w:val="7F05662DB5404E3C9EA010709AA0576E"/>
    <w:rsid w:val="00A8136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151</TotalTime>
  <Pages>13</Pages>
  <Words>5136</Words>
  <Characters>29789</Characters>
  <Application>Microsoft Office Word</Application>
  <DocSecurity>0</DocSecurity>
  <Lines>248</Lines>
  <Paragraphs>69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Helbe Peiker</cp:lastModifiedBy>
  <cp:revision>134</cp:revision>
  <dcterms:created xsi:type="dcterms:W3CDTF">2024-03-28T11:09:00Z</dcterms:created>
  <dcterms:modified xsi:type="dcterms:W3CDTF">2024-11-08T14:07:00Z</dcterms:modified>
</cp:coreProperties>
</file>